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962E09" w:rsidRPr="00962E09" w14:paraId="2D566042" w14:textId="77777777">
        <w:trPr>
          <w:trHeight w:hRule="exact" w:val="1625"/>
        </w:trPr>
        <w:tc>
          <w:tcPr>
            <w:tcW w:w="1620" w:type="dxa"/>
          </w:tcPr>
          <w:p w14:paraId="06ACC6E1" w14:textId="683CAD6C" w:rsidR="0058391E" w:rsidRPr="00962E09" w:rsidRDefault="0058391E" w:rsidP="0058391E"/>
        </w:tc>
      </w:tr>
    </w:tbl>
    <w:p w14:paraId="1E90C0A8" w14:textId="787B1D4E" w:rsidR="003E4326" w:rsidRPr="00962E09" w:rsidRDefault="005F323A" w:rsidP="003E4326">
      <w:pPr>
        <w:pStyle w:val="Default"/>
        <w:rPr>
          <w:rFonts w:ascii="Garamond" w:hAnsi="Garamond" w:cs="Garamond"/>
          <w:color w:val="auto"/>
        </w:rPr>
      </w:pPr>
      <w:r w:rsidRPr="00962E09">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962E09" w:rsidRDefault="003E4326" w:rsidP="003E4326">
      <w:pPr>
        <w:autoSpaceDE w:val="0"/>
        <w:autoSpaceDN w:val="0"/>
        <w:adjustRightInd w:val="0"/>
        <w:jc w:val="center"/>
        <w:rPr>
          <w:rFonts w:ascii="Garamond" w:hAnsi="Garamond" w:cs="Garamond"/>
          <w:sz w:val="36"/>
          <w:szCs w:val="36"/>
        </w:rPr>
      </w:pPr>
      <w:r w:rsidRPr="00962E09">
        <w:rPr>
          <w:rFonts w:ascii="Garamond" w:hAnsi="Garamond" w:cs="Garamond"/>
          <w:b/>
          <w:bCs/>
          <w:sz w:val="36"/>
          <w:szCs w:val="36"/>
        </w:rPr>
        <w:t>UNIVERSITÀ DEGLI STUDI DI NAPOLI</w:t>
      </w:r>
    </w:p>
    <w:p w14:paraId="355583B8" w14:textId="14A89FD3" w:rsidR="003E4326" w:rsidRPr="00962E09" w:rsidRDefault="003E4326" w:rsidP="003E4326">
      <w:pPr>
        <w:autoSpaceDE w:val="0"/>
        <w:autoSpaceDN w:val="0"/>
        <w:adjustRightInd w:val="0"/>
        <w:jc w:val="center"/>
        <w:rPr>
          <w:rFonts w:ascii="Garamond" w:hAnsi="Garamond" w:cs="Garamond"/>
          <w:sz w:val="36"/>
          <w:szCs w:val="36"/>
        </w:rPr>
      </w:pPr>
      <w:r w:rsidRPr="00962E09">
        <w:rPr>
          <w:rFonts w:ascii="Garamond" w:hAnsi="Garamond" w:cs="Garamond"/>
          <w:b/>
          <w:bCs/>
          <w:sz w:val="36"/>
          <w:szCs w:val="36"/>
        </w:rPr>
        <w:t>FEDERICO II</w:t>
      </w:r>
    </w:p>
    <w:p w14:paraId="2CAAEB2F" w14:textId="6E5C3AC8" w:rsidR="003E4326" w:rsidRPr="00962E09" w:rsidRDefault="003E4326" w:rsidP="003E4326">
      <w:pPr>
        <w:autoSpaceDE w:val="0"/>
        <w:autoSpaceDN w:val="0"/>
        <w:adjustRightInd w:val="0"/>
        <w:jc w:val="center"/>
        <w:rPr>
          <w:rFonts w:ascii="Garamond" w:hAnsi="Garamond" w:cs="Garamond"/>
          <w:b/>
          <w:bCs/>
          <w:sz w:val="28"/>
          <w:szCs w:val="28"/>
        </w:rPr>
      </w:pPr>
      <w:r w:rsidRPr="00962E09">
        <w:rPr>
          <w:rFonts w:ascii="Garamond" w:hAnsi="Garamond" w:cs="Garamond"/>
          <w:b/>
          <w:bCs/>
          <w:sz w:val="28"/>
          <w:szCs w:val="28"/>
        </w:rPr>
        <w:t>Dipartimento di Scienze della Terra, dell’Ambiente e delle Risorse</w:t>
      </w:r>
    </w:p>
    <w:p w14:paraId="6347EB76" w14:textId="4479E254" w:rsidR="00C33F00" w:rsidRPr="00962E09" w:rsidRDefault="00C33F00" w:rsidP="003E4326">
      <w:pPr>
        <w:autoSpaceDE w:val="0"/>
        <w:autoSpaceDN w:val="0"/>
        <w:adjustRightInd w:val="0"/>
        <w:jc w:val="center"/>
        <w:rPr>
          <w:rFonts w:ascii="Garamond" w:hAnsi="Garamond" w:cs="Garamond"/>
          <w:b/>
          <w:bCs/>
          <w:sz w:val="28"/>
          <w:szCs w:val="28"/>
        </w:rPr>
      </w:pPr>
      <w:bookmarkStart w:id="0" w:name="_Hlk133313839"/>
      <w:r w:rsidRPr="00962E09">
        <w:rPr>
          <w:rFonts w:ascii="Garamond" w:hAnsi="Garamond" w:cs="Garamond"/>
          <w:b/>
          <w:bCs/>
          <w:sz w:val="28"/>
          <w:szCs w:val="28"/>
        </w:rPr>
        <w:t>Determina n.</w:t>
      </w:r>
      <w:r w:rsidR="00C073F9">
        <w:rPr>
          <w:rFonts w:ascii="Garamond" w:hAnsi="Garamond" w:cs="Garamond"/>
          <w:b/>
          <w:bCs/>
          <w:sz w:val="28"/>
          <w:szCs w:val="28"/>
        </w:rPr>
        <w:t>102</w:t>
      </w:r>
      <w:r w:rsidR="00816B93" w:rsidRPr="00962E09">
        <w:rPr>
          <w:rFonts w:ascii="Garamond" w:hAnsi="Garamond" w:cs="Garamond"/>
          <w:b/>
          <w:bCs/>
          <w:sz w:val="28"/>
          <w:szCs w:val="28"/>
        </w:rPr>
        <w:t>/2023</w:t>
      </w:r>
    </w:p>
    <w:bookmarkEnd w:id="0"/>
    <w:p w14:paraId="67A0937B" w14:textId="1646C448" w:rsidR="00A04C1B" w:rsidRPr="00962E09"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962E09" w:rsidRPr="00962E09" w14:paraId="5E574D6F" w14:textId="77777777" w:rsidTr="00A22BD6">
        <w:trPr>
          <w:gridAfter w:val="1"/>
          <w:wAfter w:w="9747" w:type="dxa"/>
          <w:trHeight w:val="761"/>
        </w:trPr>
        <w:tc>
          <w:tcPr>
            <w:tcW w:w="1985" w:type="dxa"/>
            <w:shd w:val="clear" w:color="auto" w:fill="auto"/>
          </w:tcPr>
          <w:p w14:paraId="12181ACF" w14:textId="77777777" w:rsidR="00486481" w:rsidRPr="00962E09" w:rsidRDefault="00486481" w:rsidP="00486481">
            <w:pPr>
              <w:suppressAutoHyphens/>
              <w:spacing w:before="120" w:after="120"/>
              <w:ind w:left="714"/>
              <w:jc w:val="both"/>
              <w:rPr>
                <w:rFonts w:ascii="Calibri" w:eastAsia="Calibri" w:hAnsi="Calibri" w:cs="Calibri"/>
                <w:b/>
                <w:bCs/>
                <w:iCs/>
                <w:sz w:val="22"/>
                <w:szCs w:val="22"/>
                <w:lang w:eastAsia="en-US"/>
              </w:rPr>
            </w:pPr>
            <w:r w:rsidRPr="00962E09">
              <w:rPr>
                <w:rFonts w:ascii="Calibri" w:eastAsia="Calibri" w:hAnsi="Calibri" w:cs="Calibri"/>
                <w:b/>
                <w:bCs/>
                <w:sz w:val="22"/>
                <w:szCs w:val="22"/>
                <w:lang w:eastAsia="en-US"/>
              </w:rPr>
              <w:t>Oggetto:</w:t>
            </w:r>
          </w:p>
        </w:tc>
        <w:tc>
          <w:tcPr>
            <w:tcW w:w="8041" w:type="dxa"/>
            <w:shd w:val="clear" w:color="auto" w:fill="auto"/>
          </w:tcPr>
          <w:p w14:paraId="41C93086" w14:textId="006695EC" w:rsidR="00486481" w:rsidRPr="00962E09" w:rsidRDefault="000B7139" w:rsidP="001B3647">
            <w:pPr>
              <w:suppressAutoHyphens/>
              <w:spacing w:before="120" w:after="120"/>
              <w:ind w:left="714"/>
              <w:jc w:val="both"/>
              <w:rPr>
                <w:rFonts w:ascii="Calibri" w:eastAsia="Calibri" w:hAnsi="Calibri" w:cs="Calibri"/>
                <w:bCs/>
                <w:i/>
                <w:sz w:val="22"/>
                <w:szCs w:val="22"/>
                <w:lang w:eastAsia="en-US"/>
              </w:rPr>
            </w:pPr>
            <w:r w:rsidRPr="000B7139">
              <w:rPr>
                <w:rFonts w:ascii="Calibri" w:eastAsia="Calibri" w:hAnsi="Calibri" w:cs="Calibri"/>
                <w:b/>
                <w:bCs/>
                <w:sz w:val="22"/>
                <w:szCs w:val="22"/>
                <w:lang w:eastAsia="en-US"/>
              </w:rPr>
              <w:t xml:space="preserve">Determina </w:t>
            </w:r>
            <w:r w:rsidR="00C073F9" w:rsidRPr="00486481">
              <w:rPr>
                <w:rFonts w:ascii="Calibri" w:eastAsia="Calibri" w:hAnsi="Calibri" w:cs="Calibri"/>
                <w:b/>
                <w:bCs/>
                <w:sz w:val="22"/>
                <w:szCs w:val="22"/>
                <w:lang w:eastAsia="en-US"/>
              </w:rPr>
              <w:t xml:space="preserve">per l’affidamento diretto per </w:t>
            </w:r>
            <w:r w:rsidR="00C073F9" w:rsidRPr="003C42FE">
              <w:rPr>
                <w:rFonts w:ascii="Calibri" w:eastAsia="Calibri" w:hAnsi="Calibri" w:cs="Calibri"/>
                <w:b/>
                <w:bCs/>
                <w:sz w:val="22"/>
                <w:szCs w:val="22"/>
                <w:lang w:eastAsia="en-US"/>
              </w:rPr>
              <w:t xml:space="preserve">trasporto sorgente </w:t>
            </w:r>
            <w:r w:rsidR="00C073F9">
              <w:rPr>
                <w:rFonts w:ascii="Calibri" w:eastAsia="Calibri" w:hAnsi="Calibri" w:cs="Calibri"/>
                <w:b/>
                <w:bCs/>
                <w:sz w:val="22"/>
                <w:szCs w:val="22"/>
                <w:lang w:eastAsia="en-US"/>
              </w:rPr>
              <w:t xml:space="preserve">SISMICA </w:t>
            </w:r>
            <w:r w:rsidR="00C073F9" w:rsidRPr="003C42FE">
              <w:rPr>
                <w:rFonts w:ascii="Calibri" w:eastAsia="Calibri" w:hAnsi="Calibri" w:cs="Calibri"/>
                <w:b/>
                <w:bCs/>
                <w:sz w:val="22"/>
                <w:szCs w:val="22"/>
                <w:lang w:eastAsia="en-US"/>
              </w:rPr>
              <w:t>da Cavriglia a Mondragone e ritorno</w:t>
            </w:r>
            <w:r w:rsidR="00C073F9">
              <w:rPr>
                <w:rFonts w:ascii="Calibri" w:eastAsia="Calibri" w:hAnsi="Calibri" w:cs="Calibri"/>
                <w:b/>
                <w:bCs/>
                <w:sz w:val="22"/>
                <w:szCs w:val="22"/>
                <w:lang w:eastAsia="en-US"/>
              </w:rPr>
              <w:t xml:space="preserve"> con fermo macchina sul posto – prof. P. Bruno</w:t>
            </w:r>
            <w:r w:rsidR="00486481" w:rsidRPr="00962E09">
              <w:rPr>
                <w:rFonts w:ascii="Calibri" w:eastAsia="Calibri" w:hAnsi="Calibri" w:cs="Calibri"/>
                <w:b/>
                <w:bCs/>
                <w:sz w:val="22"/>
                <w:szCs w:val="22"/>
                <w:lang w:eastAsia="en-US"/>
              </w:rPr>
              <w:t xml:space="preserve">, ai sensi dell’art. 36, comma 2, lettera a) del D.Lgs. 50/2016 e s.m.i., </w:t>
            </w:r>
            <w:r w:rsidR="00C073F9" w:rsidRPr="00486481">
              <w:rPr>
                <w:rFonts w:ascii="Calibri" w:eastAsia="Calibri" w:hAnsi="Calibri" w:cs="Calibri"/>
                <w:b/>
                <w:bCs/>
                <w:sz w:val="22"/>
                <w:szCs w:val="22"/>
                <w:lang w:eastAsia="en-US"/>
              </w:rPr>
              <w:t xml:space="preserve">per un importo contrattuale pari a € </w:t>
            </w:r>
            <w:r w:rsidR="00C073F9">
              <w:rPr>
                <w:rFonts w:ascii="Calibri" w:eastAsia="Calibri" w:hAnsi="Calibri" w:cs="Calibri"/>
                <w:b/>
                <w:bCs/>
                <w:sz w:val="22"/>
                <w:szCs w:val="22"/>
                <w:lang w:eastAsia="en-US"/>
              </w:rPr>
              <w:t>3.500,00</w:t>
            </w:r>
            <w:r w:rsidR="00C073F9" w:rsidRPr="00486481">
              <w:rPr>
                <w:rFonts w:ascii="Calibri" w:eastAsia="Calibri" w:hAnsi="Calibri" w:cs="Calibri"/>
                <w:b/>
                <w:bCs/>
                <w:sz w:val="22"/>
                <w:szCs w:val="22"/>
                <w:lang w:eastAsia="en-US"/>
              </w:rPr>
              <w:t xml:space="preserve"> (IVA esclusa), CIG </w:t>
            </w:r>
            <w:r w:rsidR="00C073F9" w:rsidRPr="00732CE9">
              <w:rPr>
                <w:rFonts w:ascii="Calibri" w:eastAsia="Calibri" w:hAnsi="Calibri" w:cs="Calibri"/>
                <w:b/>
                <w:bCs/>
                <w:sz w:val="22"/>
                <w:szCs w:val="22"/>
                <w:lang w:eastAsia="en-US"/>
              </w:rPr>
              <w:t>ZD83BB8985</w:t>
            </w:r>
            <w:r w:rsidR="00C073F9" w:rsidRPr="00486481">
              <w:rPr>
                <w:rFonts w:ascii="Calibri" w:eastAsia="Calibri" w:hAnsi="Calibri" w:cs="Calibri"/>
                <w:b/>
                <w:bCs/>
                <w:sz w:val="22"/>
                <w:szCs w:val="22"/>
                <w:lang w:eastAsia="en-US"/>
              </w:rPr>
              <w:t>,</w:t>
            </w:r>
          </w:p>
        </w:tc>
      </w:tr>
      <w:tr w:rsidR="00962E09" w:rsidRPr="00962E09" w14:paraId="23618DF8" w14:textId="77777777" w:rsidTr="00A22BD6">
        <w:trPr>
          <w:gridAfter w:val="1"/>
          <w:wAfter w:w="9747" w:type="dxa"/>
          <w:trHeight w:val="761"/>
        </w:trPr>
        <w:tc>
          <w:tcPr>
            <w:tcW w:w="1985" w:type="dxa"/>
            <w:shd w:val="clear" w:color="auto" w:fill="auto"/>
          </w:tcPr>
          <w:p w14:paraId="56428379"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962E09" w:rsidRDefault="00486481" w:rsidP="00DF1F6B">
            <w:pPr>
              <w:suppressAutoHyphens/>
              <w:spacing w:before="120" w:after="120"/>
              <w:ind w:left="714"/>
              <w:jc w:val="center"/>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Il DIRETTORE DEL DIPARTIMENTO</w:t>
            </w:r>
          </w:p>
        </w:tc>
      </w:tr>
      <w:tr w:rsidR="00962E09" w:rsidRPr="00962E09" w14:paraId="57C5302B" w14:textId="77777777" w:rsidTr="00A22BD6">
        <w:tc>
          <w:tcPr>
            <w:tcW w:w="10026" w:type="dxa"/>
            <w:gridSpan w:val="2"/>
            <w:shd w:val="clear" w:color="auto" w:fill="auto"/>
          </w:tcPr>
          <w:p w14:paraId="70902C25" w14:textId="6C522C54"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tc>
      </w:tr>
      <w:tr w:rsidR="00962E09" w:rsidRPr="00962E09" w14:paraId="4633F7A1" w14:textId="77777777" w:rsidTr="00A22BD6">
        <w:trPr>
          <w:gridAfter w:val="1"/>
          <w:wAfter w:w="9747" w:type="dxa"/>
        </w:trPr>
        <w:tc>
          <w:tcPr>
            <w:tcW w:w="1985" w:type="dxa"/>
            <w:shd w:val="clear" w:color="auto" w:fill="auto"/>
          </w:tcPr>
          <w:p w14:paraId="42D5B697"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il D. Lgs. 50 del 18 aprile 2016 e s.m.i.;</w:t>
            </w:r>
          </w:p>
        </w:tc>
      </w:tr>
      <w:tr w:rsidR="00962E09" w:rsidRPr="00962E09" w14:paraId="31222C54" w14:textId="77777777" w:rsidTr="00A22BD6">
        <w:trPr>
          <w:gridAfter w:val="1"/>
          <w:wAfter w:w="9747" w:type="dxa"/>
        </w:trPr>
        <w:tc>
          <w:tcPr>
            <w:tcW w:w="1985" w:type="dxa"/>
            <w:shd w:val="clear" w:color="auto" w:fill="auto"/>
          </w:tcPr>
          <w:p w14:paraId="52AFB7B9"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962E09">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962E09" w:rsidRPr="00962E09" w14:paraId="1310E0C8" w14:textId="77777777" w:rsidTr="00A22BD6">
        <w:trPr>
          <w:gridAfter w:val="1"/>
          <w:wAfter w:w="9747" w:type="dxa"/>
          <w:trHeight w:val="1907"/>
        </w:trPr>
        <w:tc>
          <w:tcPr>
            <w:tcW w:w="1985" w:type="dxa"/>
            <w:shd w:val="clear" w:color="auto" w:fill="auto"/>
          </w:tcPr>
          <w:p w14:paraId="070B6CBC"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in particolare, l’art. 36, comma 2, lettera a) del citato decreto, il quale prevede che «</w:t>
            </w:r>
            <w:r w:rsidRPr="00962E09">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962E09">
              <w:rPr>
                <w:rFonts w:ascii="Calibri" w:eastAsia="Calibri" w:hAnsi="Calibri" w:cs="Calibri"/>
                <w:bCs/>
                <w:sz w:val="22"/>
                <w:szCs w:val="22"/>
                <w:lang w:eastAsia="en-US"/>
              </w:rPr>
              <w:t>;</w:t>
            </w:r>
          </w:p>
        </w:tc>
      </w:tr>
      <w:tr w:rsidR="00962E09" w:rsidRPr="00962E09" w14:paraId="715B67C8" w14:textId="77777777" w:rsidTr="00A22BD6">
        <w:trPr>
          <w:gridAfter w:val="1"/>
          <w:wAfter w:w="9747" w:type="dxa"/>
        </w:trPr>
        <w:tc>
          <w:tcPr>
            <w:tcW w:w="1985" w:type="dxa"/>
            <w:shd w:val="clear" w:color="auto" w:fill="auto"/>
          </w:tcPr>
          <w:p w14:paraId="098C0265"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l’art. 36, comma 7 del D.Lgs. 50/2016, il quale prevede che «Con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962E09" w:rsidRPr="00962E09" w14:paraId="2A1FEE63" w14:textId="77777777" w:rsidTr="00A22BD6">
        <w:trPr>
          <w:gridAfter w:val="1"/>
          <w:wAfter w:w="9747" w:type="dxa"/>
        </w:trPr>
        <w:tc>
          <w:tcPr>
            <w:tcW w:w="1985" w:type="dxa"/>
            <w:shd w:val="clear" w:color="auto" w:fill="auto"/>
          </w:tcPr>
          <w:p w14:paraId="5AA94DE7"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962E09">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962E09">
              <w:rPr>
                <w:rFonts w:ascii="Calibri" w:eastAsia="Calibri" w:hAnsi="Calibri" w:cs="Calibri"/>
                <w:bCs/>
                <w:sz w:val="22"/>
                <w:szCs w:val="22"/>
                <w:lang w:eastAsia="en-US"/>
              </w:rPr>
              <w:t xml:space="preserve">», le quali hanno, tra l’altro, previsto che, ai fini della scelta dell’affidatario in via diretta, «[…] </w:t>
            </w:r>
            <w:r w:rsidRPr="00962E09">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962E09">
              <w:rPr>
                <w:rFonts w:ascii="Calibri" w:eastAsia="Calibri" w:hAnsi="Calibri" w:cs="Calibri"/>
                <w:bCs/>
                <w:sz w:val="22"/>
                <w:szCs w:val="22"/>
                <w:lang w:eastAsia="en-US"/>
              </w:rPr>
              <w:t>»;</w:t>
            </w:r>
          </w:p>
        </w:tc>
      </w:tr>
      <w:tr w:rsidR="00962E09" w:rsidRPr="00962E09" w14:paraId="1D4212D4" w14:textId="77777777" w:rsidTr="00A22BD6">
        <w:trPr>
          <w:gridAfter w:val="1"/>
          <w:wAfter w:w="9747" w:type="dxa"/>
        </w:trPr>
        <w:tc>
          <w:tcPr>
            <w:tcW w:w="1985" w:type="dxa"/>
            <w:shd w:val="clear" w:color="auto" w:fill="auto"/>
          </w:tcPr>
          <w:p w14:paraId="26091745"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962E09" w:rsidRPr="00962E09" w14:paraId="6E1C88DD" w14:textId="77777777" w:rsidTr="00A22BD6">
        <w:trPr>
          <w:gridAfter w:val="1"/>
          <w:wAfter w:w="9747" w:type="dxa"/>
        </w:trPr>
        <w:tc>
          <w:tcPr>
            <w:tcW w:w="1985" w:type="dxa"/>
            <w:shd w:val="clear" w:color="auto" w:fill="auto"/>
          </w:tcPr>
          <w:p w14:paraId="0AD9214A"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la circolare</w:t>
            </w:r>
            <w:r w:rsidRPr="00962E09">
              <w:rPr>
                <w:rFonts w:ascii="Calibri" w:eastAsia="Calibri" w:hAnsi="Calibri" w:cs="Calibri"/>
                <w:b/>
                <w:bCs/>
                <w:sz w:val="22"/>
                <w:szCs w:val="22"/>
                <w:lang w:eastAsia="en-US"/>
              </w:rPr>
              <w:t xml:space="preserve"> MIUR del 25 giugno 2019, n. 1409, </w:t>
            </w:r>
            <w:r w:rsidRPr="00962E09">
              <w:rPr>
                <w:rFonts w:ascii="Calibri" w:eastAsia="Calibri" w:hAnsi="Calibri" w:cs="Calibri"/>
                <w:bCs/>
                <w:sz w:val="22"/>
                <w:szCs w:val="22"/>
                <w:lang w:eastAsia="en-US"/>
              </w:rPr>
              <w:t>indirizzata alle Istituzioni Universitarie, nella quale è contenuto l’invito “</w:t>
            </w:r>
            <w:r w:rsidRPr="00962E09">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962E09">
              <w:rPr>
                <w:rFonts w:ascii="Calibri" w:eastAsia="Calibri" w:hAnsi="Calibri" w:cs="Calibri"/>
                <w:bCs/>
                <w:sz w:val="22"/>
                <w:szCs w:val="22"/>
                <w:lang w:eastAsia="en-US"/>
              </w:rPr>
              <w:t>”;</w:t>
            </w:r>
          </w:p>
        </w:tc>
      </w:tr>
      <w:tr w:rsidR="00962E09" w:rsidRPr="00962E09" w14:paraId="31EC1612" w14:textId="77777777" w:rsidTr="00A22BD6">
        <w:trPr>
          <w:gridAfter w:val="1"/>
          <w:wAfter w:w="9747" w:type="dxa"/>
        </w:trPr>
        <w:tc>
          <w:tcPr>
            <w:tcW w:w="1985" w:type="dxa"/>
            <w:shd w:val="clear" w:color="auto" w:fill="auto"/>
          </w:tcPr>
          <w:p w14:paraId="57BB7B66"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 xml:space="preserve">ACQUISITA </w:t>
            </w:r>
          </w:p>
        </w:tc>
        <w:tc>
          <w:tcPr>
            <w:tcW w:w="8041" w:type="dxa"/>
            <w:shd w:val="clear" w:color="auto" w:fill="auto"/>
          </w:tcPr>
          <w:p w14:paraId="4E79CE4C" w14:textId="57E708C5" w:rsidR="00486481" w:rsidRPr="00962E09" w:rsidRDefault="00C073F9"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del </w:t>
            </w:r>
            <w:r>
              <w:rPr>
                <w:rFonts w:ascii="Calibri" w:eastAsia="Calibri" w:hAnsi="Calibri" w:cs="Calibri"/>
                <w:bCs/>
                <w:sz w:val="22"/>
                <w:szCs w:val="22"/>
                <w:lang w:eastAsia="en-US"/>
              </w:rPr>
              <w:t>Prof. P. Bruno</w:t>
            </w:r>
            <w:r w:rsidRPr="00C65AD4">
              <w:rPr>
                <w:rFonts w:ascii="Calibri" w:eastAsia="Calibri" w:hAnsi="Calibri" w:cs="Calibri"/>
                <w:bCs/>
                <w:sz w:val="22"/>
                <w:szCs w:val="22"/>
                <w:lang w:eastAsia="en-US"/>
              </w:rPr>
              <w:t xml:space="preserve"> (mail del </w:t>
            </w:r>
            <w:r>
              <w:rPr>
                <w:rFonts w:ascii="Calibri" w:eastAsia="Calibri" w:hAnsi="Calibri" w:cs="Calibri"/>
                <w:bCs/>
                <w:sz w:val="22"/>
                <w:szCs w:val="22"/>
                <w:lang w:eastAsia="en-US"/>
              </w:rPr>
              <w:t>09</w:t>
            </w:r>
            <w:r w:rsidRPr="00C65AD4">
              <w:rPr>
                <w:rFonts w:ascii="Calibri" w:eastAsia="Calibri" w:hAnsi="Calibri" w:cs="Calibri"/>
                <w:bCs/>
                <w:sz w:val="22"/>
                <w:szCs w:val="22"/>
                <w:lang w:eastAsia="en-US"/>
              </w:rPr>
              <w:t>/06/2023);</w:t>
            </w:r>
          </w:p>
        </w:tc>
      </w:tr>
      <w:tr w:rsidR="00962E09" w:rsidRPr="00962E09" w14:paraId="1E336BF2" w14:textId="77777777" w:rsidTr="00A22BD6">
        <w:trPr>
          <w:gridAfter w:val="1"/>
          <w:wAfter w:w="9747" w:type="dxa"/>
        </w:trPr>
        <w:tc>
          <w:tcPr>
            <w:tcW w:w="1985" w:type="dxa"/>
            <w:shd w:val="clear" w:color="auto" w:fill="auto"/>
          </w:tcPr>
          <w:p w14:paraId="49178FEC"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che predetto bene/servizio è </w:t>
            </w:r>
            <w:r w:rsidRPr="00962E09">
              <w:rPr>
                <w:rFonts w:ascii="Calibri" w:eastAsia="Calibri" w:hAnsi="Calibri" w:cs="Calibri"/>
                <w:bCs/>
                <w:i/>
                <w:sz w:val="22"/>
                <w:szCs w:val="22"/>
                <w:lang w:eastAsia="en-US"/>
              </w:rPr>
              <w:t xml:space="preserve">funzionalmente legato all’attività di ricerca, trasferimento tecnologico, terza missione e che </w:t>
            </w:r>
            <w:r w:rsidRPr="00962E09">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962E09" w:rsidRPr="00962E09" w14:paraId="33F2E726" w14:textId="77777777" w:rsidTr="00A22BD6">
        <w:trPr>
          <w:gridAfter w:val="1"/>
          <w:wAfter w:w="9747" w:type="dxa"/>
        </w:trPr>
        <w:tc>
          <w:tcPr>
            <w:tcW w:w="1985" w:type="dxa"/>
            <w:shd w:val="clear" w:color="auto" w:fill="auto"/>
          </w:tcPr>
          <w:p w14:paraId="35C0E680"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RITENUTO OPPORTUNO</w:t>
            </w:r>
          </w:p>
          <w:p w14:paraId="44579032"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65274C46" w:rsidR="00486481" w:rsidRPr="00962E09" w:rsidRDefault="00C073F9" w:rsidP="005D23B0">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 xml:space="preserve">di affidare il servizio/fornitura in oggetto all’operatore </w:t>
            </w:r>
            <w:r w:rsidRPr="001C7876">
              <w:rPr>
                <w:rFonts w:ascii="Calibri" w:eastAsia="Calibri" w:hAnsi="Calibri" w:cs="Calibri"/>
                <w:b/>
                <w:bCs/>
                <w:sz w:val="22"/>
                <w:szCs w:val="22"/>
                <w:lang w:eastAsia="en-US"/>
              </w:rPr>
              <w:t>DEBOLINI S.R.L.</w:t>
            </w:r>
            <w:r>
              <w:rPr>
                <w:rFonts w:ascii="Calibri" w:eastAsia="Calibri" w:hAnsi="Calibri" w:cs="Calibri"/>
                <w:b/>
                <w:bCs/>
                <w:sz w:val="22"/>
                <w:szCs w:val="22"/>
                <w:lang w:eastAsia="en-US"/>
              </w:rPr>
              <w:t xml:space="preserve">, </w:t>
            </w:r>
            <w:r w:rsidRPr="001C7876">
              <w:rPr>
                <w:rFonts w:ascii="Calibri" w:eastAsia="Calibri" w:hAnsi="Calibri" w:cs="Calibri"/>
                <w:b/>
                <w:bCs/>
                <w:sz w:val="22"/>
                <w:szCs w:val="22"/>
                <w:lang w:eastAsia="en-US"/>
              </w:rPr>
              <w:t>VIA VITTORIO VENETO,58/F</w:t>
            </w:r>
            <w:r>
              <w:rPr>
                <w:rFonts w:ascii="Calibri" w:eastAsia="Calibri" w:hAnsi="Calibri" w:cs="Calibri"/>
                <w:b/>
                <w:bCs/>
                <w:sz w:val="22"/>
                <w:szCs w:val="22"/>
                <w:lang w:eastAsia="en-US"/>
              </w:rPr>
              <w:t xml:space="preserve">- </w:t>
            </w:r>
            <w:r w:rsidRPr="001C7876">
              <w:rPr>
                <w:rFonts w:ascii="Calibri" w:eastAsia="Calibri" w:hAnsi="Calibri" w:cs="Calibri"/>
                <w:b/>
                <w:bCs/>
                <w:sz w:val="22"/>
                <w:szCs w:val="22"/>
                <w:lang w:eastAsia="en-US"/>
              </w:rPr>
              <w:t>52028 TERRANUOVA BRACCIOLINI (AR) ITALIA</w:t>
            </w:r>
            <w:r>
              <w:rPr>
                <w:rFonts w:ascii="Calibri" w:eastAsia="Calibri" w:hAnsi="Calibri" w:cs="Calibri"/>
                <w:b/>
                <w:bCs/>
                <w:sz w:val="22"/>
                <w:szCs w:val="22"/>
                <w:lang w:eastAsia="en-US"/>
              </w:rPr>
              <w:t xml:space="preserve"> - </w:t>
            </w:r>
            <w:r w:rsidRPr="001C7876">
              <w:rPr>
                <w:rFonts w:ascii="Calibri" w:eastAsia="Calibri" w:hAnsi="Calibri" w:cs="Calibri"/>
                <w:b/>
                <w:bCs/>
                <w:sz w:val="22"/>
                <w:szCs w:val="22"/>
                <w:lang w:eastAsia="en-US"/>
              </w:rPr>
              <w:t>C.F. 00120590518 P.IVA IT00120590518</w:t>
            </w:r>
            <w:r w:rsidRPr="00A577A3">
              <w:rPr>
                <w:rFonts w:ascii="Calibri" w:eastAsia="Calibri" w:hAnsi="Calibri" w:cs="Calibri"/>
                <w:b/>
                <w:bCs/>
                <w:sz w:val="22"/>
                <w:szCs w:val="22"/>
                <w:lang w:eastAsia="en-US"/>
              </w:rPr>
              <w:t xml:space="preserve"> </w:t>
            </w:r>
            <w:r w:rsidRPr="00A577A3">
              <w:rPr>
                <w:rFonts w:ascii="Calibri" w:eastAsia="Calibri" w:hAnsi="Calibri" w:cs="Calibri"/>
                <w:bCs/>
                <w:sz w:val="22"/>
                <w:szCs w:val="22"/>
                <w:lang w:eastAsia="en-US"/>
              </w:rPr>
              <w:t>data l</w:t>
            </w:r>
            <w:r w:rsidRPr="00A577A3">
              <w:rPr>
                <w:rFonts w:ascii="Calibri" w:eastAsia="Calibri" w:hAnsi="Calibri" w:cs="Calibri"/>
                <w:bCs/>
                <w:i/>
                <w:sz w:val="22"/>
                <w:szCs w:val="22"/>
                <w:lang w:eastAsia="en-US"/>
              </w:rPr>
              <w:t xml:space="preserve">a congruità del prezzo in rapporto alla qualità della prestazione </w:t>
            </w:r>
            <w:r w:rsidRPr="00A577A3">
              <w:rPr>
                <w:rFonts w:ascii="Calibri" w:eastAsia="Calibri" w:hAnsi="Calibri" w:cs="Calibri"/>
                <w:bCs/>
                <w:iCs/>
                <w:sz w:val="22"/>
                <w:szCs w:val="22"/>
                <w:lang w:eastAsia="en-US"/>
              </w:rPr>
              <w:t>e così come da richiesta specifica del docente sopra menzionato;</w:t>
            </w:r>
          </w:p>
        </w:tc>
      </w:tr>
      <w:tr w:rsidR="00962E09" w:rsidRPr="00962E09" w14:paraId="7881031B" w14:textId="77777777" w:rsidTr="00A22BD6">
        <w:trPr>
          <w:gridAfter w:val="1"/>
          <w:wAfter w:w="9747" w:type="dxa"/>
        </w:trPr>
        <w:tc>
          <w:tcPr>
            <w:tcW w:w="1985" w:type="dxa"/>
            <w:shd w:val="clear" w:color="auto" w:fill="auto"/>
          </w:tcPr>
          <w:p w14:paraId="089A72C0"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iCs/>
                <w:sz w:val="22"/>
                <w:szCs w:val="22"/>
                <w:lang w:eastAsia="en-US"/>
              </w:rPr>
              <w:t>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D,Lgs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962E09" w:rsidRPr="00962E09" w14:paraId="17DD60A0" w14:textId="77777777" w:rsidTr="00A22BD6">
        <w:trPr>
          <w:gridAfter w:val="1"/>
          <w:wAfter w:w="9747" w:type="dxa"/>
        </w:trPr>
        <w:tc>
          <w:tcPr>
            <w:tcW w:w="1985" w:type="dxa"/>
            <w:shd w:val="clear" w:color="auto" w:fill="auto"/>
          </w:tcPr>
          <w:p w14:paraId="08612A48"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962E09" w:rsidRDefault="00486481" w:rsidP="00486481">
            <w:pPr>
              <w:suppressAutoHyphens/>
              <w:spacing w:before="120" w:after="120"/>
              <w:ind w:left="714"/>
              <w:jc w:val="both"/>
              <w:rPr>
                <w:rFonts w:ascii="Calibri" w:eastAsia="Calibri" w:hAnsi="Calibri" w:cs="Calibri"/>
                <w:bCs/>
                <w:iCs/>
                <w:sz w:val="22"/>
                <w:szCs w:val="22"/>
                <w:lang w:eastAsia="en-US"/>
              </w:rPr>
            </w:pPr>
            <w:r w:rsidRPr="00962E09">
              <w:rPr>
                <w:rFonts w:ascii="Calibri" w:eastAsia="Calibri" w:hAnsi="Calibri" w:cs="Calibri"/>
                <w:bCs/>
                <w:iCs/>
                <w:sz w:val="22"/>
                <w:szCs w:val="22"/>
                <w:lang w:eastAsia="en-US"/>
              </w:rPr>
              <w:t>la documentazione di offerta presentata dall’operatore economico;</w:t>
            </w:r>
          </w:p>
        </w:tc>
      </w:tr>
      <w:tr w:rsidR="00962E09" w:rsidRPr="00962E09" w14:paraId="72C8ECB4" w14:textId="77777777" w:rsidTr="00A22BD6">
        <w:trPr>
          <w:gridAfter w:val="1"/>
          <w:wAfter w:w="9747" w:type="dxa"/>
        </w:trPr>
        <w:tc>
          <w:tcPr>
            <w:tcW w:w="1985" w:type="dxa"/>
            <w:shd w:val="clear" w:color="auto" w:fill="auto"/>
          </w:tcPr>
          <w:p w14:paraId="22D0A654"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Il vigente Piano Triennale per la Prevenzione della Corruzione e per la Trasparenza;</w:t>
            </w:r>
          </w:p>
        </w:tc>
      </w:tr>
      <w:tr w:rsidR="00962E09" w:rsidRPr="00962E09" w14:paraId="6CF02370" w14:textId="77777777" w:rsidTr="00A22BD6">
        <w:trPr>
          <w:gridAfter w:val="1"/>
          <w:wAfter w:w="9747" w:type="dxa"/>
        </w:trPr>
        <w:tc>
          <w:tcPr>
            <w:tcW w:w="1985" w:type="dxa"/>
            <w:shd w:val="clear" w:color="auto" w:fill="auto"/>
          </w:tcPr>
          <w:p w14:paraId="212DB286"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962E09" w:rsidRDefault="00486481" w:rsidP="00486481">
      <w:pPr>
        <w:suppressAutoHyphens/>
        <w:spacing w:before="120" w:after="120"/>
        <w:ind w:left="714"/>
        <w:jc w:val="center"/>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DETERMINA</w:t>
      </w:r>
    </w:p>
    <w:p w14:paraId="509199E2"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Per i motivi espressi nella premessa, che si intendono integralmente richiamati:</w:t>
      </w:r>
    </w:p>
    <w:p w14:paraId="7CC95DF2" w14:textId="5D9FE237" w:rsidR="00486481" w:rsidRPr="00C073F9" w:rsidRDefault="00486481" w:rsidP="00C073F9">
      <w:pPr>
        <w:numPr>
          <w:ilvl w:val="0"/>
          <w:numId w:val="16"/>
        </w:numPr>
        <w:suppressAutoHyphens/>
        <w:spacing w:before="120" w:after="120"/>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di autorizzare, ai sensi dell’art. 36, comma 2, lett. a) del D.Lgs. 50/2016, </w:t>
      </w:r>
      <w:r w:rsidR="00C073F9" w:rsidRPr="00486481">
        <w:rPr>
          <w:rFonts w:ascii="Calibri" w:eastAsia="Calibri" w:hAnsi="Calibri" w:cs="Calibri"/>
          <w:bCs/>
          <w:sz w:val="22"/>
          <w:szCs w:val="22"/>
          <w:lang w:eastAsia="en-US"/>
        </w:rPr>
        <w:t>l’affidamento diretto del servizio avente ad oggetto</w:t>
      </w:r>
      <w:r w:rsidR="00C073F9">
        <w:rPr>
          <w:rFonts w:ascii="Calibri" w:eastAsia="Calibri" w:hAnsi="Calibri" w:cs="Calibri"/>
          <w:bCs/>
          <w:sz w:val="22"/>
          <w:szCs w:val="22"/>
          <w:lang w:eastAsia="en-US"/>
        </w:rPr>
        <w:t xml:space="preserve"> </w:t>
      </w:r>
      <w:r w:rsidR="00C073F9" w:rsidRPr="003C42FE">
        <w:rPr>
          <w:rFonts w:ascii="Calibri" w:eastAsia="Calibri" w:hAnsi="Calibri" w:cs="Calibri"/>
          <w:b/>
          <w:bCs/>
          <w:sz w:val="22"/>
          <w:szCs w:val="22"/>
          <w:lang w:eastAsia="en-US"/>
        </w:rPr>
        <w:t xml:space="preserve">trasporto sorgente </w:t>
      </w:r>
      <w:r w:rsidR="00C073F9">
        <w:rPr>
          <w:rFonts w:ascii="Calibri" w:eastAsia="Calibri" w:hAnsi="Calibri" w:cs="Calibri"/>
          <w:b/>
          <w:bCs/>
          <w:sz w:val="22"/>
          <w:szCs w:val="22"/>
          <w:lang w:eastAsia="en-US"/>
        </w:rPr>
        <w:t xml:space="preserve">SISMICA </w:t>
      </w:r>
      <w:r w:rsidR="00C073F9" w:rsidRPr="003C42FE">
        <w:rPr>
          <w:rFonts w:ascii="Calibri" w:eastAsia="Calibri" w:hAnsi="Calibri" w:cs="Calibri"/>
          <w:b/>
          <w:bCs/>
          <w:sz w:val="22"/>
          <w:szCs w:val="22"/>
          <w:lang w:eastAsia="en-US"/>
        </w:rPr>
        <w:t>da Cavriglia a Mondragone e ritorno</w:t>
      </w:r>
      <w:r w:rsidR="00C073F9">
        <w:rPr>
          <w:rFonts w:ascii="Calibri" w:eastAsia="Calibri" w:hAnsi="Calibri" w:cs="Calibri"/>
          <w:b/>
          <w:bCs/>
          <w:sz w:val="22"/>
          <w:szCs w:val="22"/>
          <w:lang w:eastAsia="en-US"/>
        </w:rPr>
        <w:t xml:space="preserve"> con fermo macchina sul posto – prof. P. Bruno</w:t>
      </w:r>
      <w:r w:rsidR="00C073F9" w:rsidRPr="00734C35">
        <w:rPr>
          <w:rFonts w:ascii="Calibri" w:eastAsia="Calibri" w:hAnsi="Calibri" w:cs="Calibri"/>
          <w:b/>
          <w:bCs/>
          <w:sz w:val="22"/>
          <w:szCs w:val="22"/>
          <w:lang w:eastAsia="en-US"/>
        </w:rPr>
        <w:t xml:space="preserve">, </w:t>
      </w:r>
      <w:r w:rsidR="00C073F9" w:rsidRPr="00734C35">
        <w:rPr>
          <w:rFonts w:ascii="Calibri" w:eastAsia="Calibri" w:hAnsi="Calibri" w:cs="Calibri"/>
          <w:bCs/>
          <w:sz w:val="22"/>
          <w:szCs w:val="22"/>
          <w:lang w:eastAsia="en-US"/>
        </w:rPr>
        <w:t xml:space="preserve">all’operatore economico </w:t>
      </w:r>
      <w:r w:rsidR="00C073F9" w:rsidRPr="001C7876">
        <w:rPr>
          <w:rFonts w:ascii="Calibri" w:eastAsia="Calibri" w:hAnsi="Calibri" w:cs="Calibri"/>
          <w:b/>
          <w:bCs/>
          <w:sz w:val="22"/>
          <w:szCs w:val="22"/>
          <w:lang w:eastAsia="en-US"/>
        </w:rPr>
        <w:t>DEBOLINI S.R.L.</w:t>
      </w:r>
      <w:r w:rsidR="00C073F9">
        <w:rPr>
          <w:rFonts w:ascii="Calibri" w:eastAsia="Calibri" w:hAnsi="Calibri" w:cs="Calibri"/>
          <w:b/>
          <w:bCs/>
          <w:sz w:val="22"/>
          <w:szCs w:val="22"/>
          <w:lang w:eastAsia="en-US"/>
        </w:rPr>
        <w:t xml:space="preserve">, </w:t>
      </w:r>
      <w:r w:rsidR="00C073F9" w:rsidRPr="001C7876">
        <w:rPr>
          <w:rFonts w:ascii="Calibri" w:eastAsia="Calibri" w:hAnsi="Calibri" w:cs="Calibri"/>
          <w:b/>
          <w:bCs/>
          <w:sz w:val="22"/>
          <w:szCs w:val="22"/>
          <w:lang w:eastAsia="en-US"/>
        </w:rPr>
        <w:t>VIA VITTORIO VENETO,58/F</w:t>
      </w:r>
      <w:r w:rsidR="00C073F9">
        <w:rPr>
          <w:rFonts w:ascii="Calibri" w:eastAsia="Calibri" w:hAnsi="Calibri" w:cs="Calibri"/>
          <w:b/>
          <w:bCs/>
          <w:sz w:val="22"/>
          <w:szCs w:val="22"/>
          <w:lang w:eastAsia="en-US"/>
        </w:rPr>
        <w:t xml:space="preserve">- </w:t>
      </w:r>
      <w:r w:rsidR="00C073F9" w:rsidRPr="001C7876">
        <w:rPr>
          <w:rFonts w:ascii="Calibri" w:eastAsia="Calibri" w:hAnsi="Calibri" w:cs="Calibri"/>
          <w:b/>
          <w:bCs/>
          <w:sz w:val="22"/>
          <w:szCs w:val="22"/>
          <w:lang w:eastAsia="en-US"/>
        </w:rPr>
        <w:t>52028 TERRANUOVA BRACCIOLINI (AR) ITALIA</w:t>
      </w:r>
      <w:r w:rsidR="00C073F9">
        <w:rPr>
          <w:rFonts w:ascii="Calibri" w:eastAsia="Calibri" w:hAnsi="Calibri" w:cs="Calibri"/>
          <w:b/>
          <w:bCs/>
          <w:sz w:val="22"/>
          <w:szCs w:val="22"/>
          <w:lang w:eastAsia="en-US"/>
        </w:rPr>
        <w:t xml:space="preserve"> - </w:t>
      </w:r>
      <w:r w:rsidR="00C073F9" w:rsidRPr="001C7876">
        <w:rPr>
          <w:rFonts w:ascii="Calibri" w:eastAsia="Calibri" w:hAnsi="Calibri" w:cs="Calibri"/>
          <w:b/>
          <w:bCs/>
          <w:sz w:val="22"/>
          <w:szCs w:val="22"/>
          <w:lang w:eastAsia="en-US"/>
        </w:rPr>
        <w:t>C.F. 00120590518 P.IVA IT00120590518</w:t>
      </w:r>
      <w:r w:rsidR="00C073F9" w:rsidRPr="00734C35">
        <w:rPr>
          <w:rFonts w:ascii="Calibri" w:eastAsia="Calibri" w:hAnsi="Calibri" w:cs="Calibri"/>
          <w:bCs/>
          <w:sz w:val="22"/>
          <w:szCs w:val="22"/>
          <w:lang w:eastAsia="en-US"/>
        </w:rPr>
        <w:t>, per un importo complessivo delle prestazioni pari ad €</w:t>
      </w:r>
      <w:r w:rsidR="00C073F9" w:rsidRPr="00734C35">
        <w:t xml:space="preserve"> </w:t>
      </w:r>
      <w:r w:rsidR="00C073F9">
        <w:rPr>
          <w:rFonts w:ascii="Calibri" w:eastAsia="Calibri" w:hAnsi="Calibri" w:cs="Calibri"/>
          <w:bCs/>
          <w:sz w:val="22"/>
          <w:szCs w:val="22"/>
          <w:lang w:eastAsia="en-US"/>
        </w:rPr>
        <w:t>4.270,00</w:t>
      </w:r>
      <w:r w:rsidR="00C073F9" w:rsidRPr="00734C35">
        <w:rPr>
          <w:rFonts w:ascii="Calibri" w:eastAsia="Calibri" w:hAnsi="Calibri" w:cs="Calibri"/>
          <w:bCs/>
          <w:sz w:val="22"/>
          <w:szCs w:val="22"/>
          <w:lang w:eastAsia="en-US"/>
        </w:rPr>
        <w:t xml:space="preserve"> IVA inclusa (€</w:t>
      </w:r>
      <w:r w:rsidR="00C073F9">
        <w:rPr>
          <w:rFonts w:ascii="Calibri" w:eastAsia="Calibri" w:hAnsi="Calibri" w:cs="Calibri"/>
          <w:bCs/>
          <w:sz w:val="22"/>
          <w:szCs w:val="22"/>
          <w:lang w:eastAsia="en-US"/>
        </w:rPr>
        <w:t>3.500,00</w:t>
      </w:r>
      <w:r w:rsidR="00C073F9" w:rsidRPr="00734C35">
        <w:rPr>
          <w:rFonts w:ascii="Calibri" w:eastAsia="Calibri" w:hAnsi="Calibri" w:cs="Calibri"/>
          <w:bCs/>
          <w:sz w:val="22"/>
          <w:szCs w:val="22"/>
          <w:lang w:eastAsia="en-US"/>
        </w:rPr>
        <w:t xml:space="preserve"> + IVA pari a € </w:t>
      </w:r>
      <w:r w:rsidR="00C073F9">
        <w:rPr>
          <w:rFonts w:ascii="Calibri" w:eastAsia="Calibri" w:hAnsi="Calibri" w:cs="Calibri"/>
          <w:bCs/>
          <w:sz w:val="22"/>
          <w:szCs w:val="22"/>
          <w:lang w:eastAsia="en-US"/>
        </w:rPr>
        <w:t>770,00</w:t>
      </w:r>
      <w:r w:rsidR="00C073F9" w:rsidRPr="00734C35">
        <w:rPr>
          <w:rFonts w:ascii="Calibri" w:eastAsia="Calibri" w:hAnsi="Calibri" w:cs="Calibri"/>
          <w:bCs/>
          <w:sz w:val="22"/>
          <w:szCs w:val="22"/>
          <w:lang w:eastAsia="en-US"/>
        </w:rPr>
        <w:t>)</w:t>
      </w:r>
      <w:r w:rsidR="00C073F9">
        <w:rPr>
          <w:rFonts w:ascii="Calibri" w:eastAsia="Calibri" w:hAnsi="Calibri" w:cs="Calibri"/>
          <w:bCs/>
          <w:sz w:val="22"/>
          <w:szCs w:val="22"/>
          <w:lang w:eastAsia="en-US"/>
        </w:rPr>
        <w:t>;</w:t>
      </w:r>
      <w:r w:rsidRPr="00C073F9">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s.m.i., secondo quanto specificato dalle Linee Guida Anac 4 (aggiornate al Decreto Legislativo 19 aprile 2017, n. 56 con delibera del Consiglio n. 206 del 1 marzo 2018) e riportato in premessa;</w:t>
      </w:r>
    </w:p>
    <w:p w14:paraId="4153CC6A" w14:textId="15F58A97" w:rsidR="00C073F9" w:rsidRPr="00734C35" w:rsidRDefault="00C073F9" w:rsidP="00C073F9">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 xml:space="preserve">di autorizzare l’assunzione del relativo impegno di spesa, da imputare sul Progetto: </w:t>
      </w:r>
      <w:r w:rsidRPr="00A27CD7">
        <w:rPr>
          <w:rFonts w:ascii="Calibri" w:eastAsia="Calibri" w:hAnsi="Calibri" w:cs="Calibri"/>
          <w:bCs/>
          <w:sz w:val="22"/>
          <w:szCs w:val="22"/>
          <w:lang w:eastAsia="en-US"/>
        </w:rPr>
        <w:t>id. 62599 000024_conv_DiSTAR_ISMAR_BRUNO - conv_DiSTAR_ISMAR_BRUNO_profilo sismico Foglio geologico in scala 1: 50.000 n. 429 “Mondragone” (progetto CARG)</w:t>
      </w:r>
      <w:r>
        <w:rPr>
          <w:rFonts w:ascii="Calibri" w:eastAsia="Calibri" w:hAnsi="Calibri" w:cs="Calibri"/>
          <w:bCs/>
          <w:sz w:val="22"/>
          <w:szCs w:val="22"/>
          <w:lang w:eastAsia="en-US"/>
        </w:rPr>
        <w:t xml:space="preserve"> </w:t>
      </w:r>
      <w:r w:rsidRPr="00A27CD7">
        <w:rPr>
          <w:rFonts w:ascii="Calibri" w:eastAsia="Calibri" w:hAnsi="Calibri" w:cs="Calibri"/>
          <w:bCs/>
          <w:sz w:val="22"/>
          <w:szCs w:val="22"/>
          <w:lang w:eastAsia="en-US"/>
        </w:rPr>
        <w:t>-</w:t>
      </w:r>
      <w:r w:rsidRPr="00734C35">
        <w:rPr>
          <w:rFonts w:ascii="Calibri" w:eastAsia="Calibri" w:hAnsi="Calibri" w:cs="Calibri"/>
          <w:bCs/>
          <w:sz w:val="22"/>
          <w:szCs w:val="22"/>
          <w:lang w:eastAsia="en-US"/>
        </w:rPr>
        <w:t xml:space="preserve"> </w:t>
      </w:r>
      <w:r w:rsidRPr="00DF3A01">
        <w:rPr>
          <w:rFonts w:ascii="Calibri" w:eastAsia="Calibri" w:hAnsi="Calibri" w:cs="Calibri"/>
          <w:bCs/>
          <w:sz w:val="22"/>
          <w:szCs w:val="22"/>
          <w:lang w:eastAsia="en-US"/>
        </w:rPr>
        <w:t xml:space="preserve">CA.04.41.04.06.07 </w:t>
      </w:r>
      <w:r w:rsidRPr="00734C35">
        <w:rPr>
          <w:rFonts w:ascii="Calibri" w:eastAsia="Calibri" w:hAnsi="Calibri" w:cs="Calibri"/>
          <w:bCs/>
          <w:sz w:val="22"/>
          <w:szCs w:val="22"/>
          <w:lang w:eastAsia="en-US"/>
        </w:rPr>
        <w:t>- del bilancio unico di Ateneo di previsione annuale autorizzatorio per l’esercizio finanziario 2023;</w:t>
      </w:r>
    </w:p>
    <w:p w14:paraId="52EEC85A" w14:textId="77777777" w:rsidR="00486481" w:rsidRPr="00962E09"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962E09"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962E09"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  </w:t>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t xml:space="preserve">IL DIRETTORE DEL DiSTAR </w:t>
      </w:r>
    </w:p>
    <w:p w14:paraId="0C20C346" w14:textId="49F84932" w:rsidR="00646EFA" w:rsidRPr="00962E09" w:rsidRDefault="00A24CFB" w:rsidP="0029385F">
      <w:pPr>
        <w:suppressAutoHyphens/>
        <w:spacing w:before="120" w:after="120" w:line="48" w:lineRule="auto"/>
        <w:ind w:left="714"/>
        <w:jc w:val="both"/>
        <w:rPr>
          <w:rFonts w:ascii="Garamond" w:hAnsi="Garamond" w:cs="Garamond"/>
          <w:sz w:val="23"/>
          <w:szCs w:val="23"/>
        </w:rPr>
      </w:pPr>
      <w:r w:rsidRPr="00962E09">
        <w:rPr>
          <w:rFonts w:ascii="Calibri" w:eastAsia="Calibri" w:hAnsi="Calibri" w:cs="Calibri"/>
          <w:bCs/>
          <w:sz w:val="22"/>
          <w:szCs w:val="22"/>
          <w:lang w:eastAsia="en-US"/>
        </w:rPr>
        <w:t xml:space="preserve">                                                                                                       Prof. Vincenzo Morra</w:t>
      </w:r>
      <w:bookmarkStart w:id="1" w:name="_Hlk106618124"/>
      <w:r w:rsidR="00431124" w:rsidRPr="00962E09">
        <w:rPr>
          <w:rFonts w:ascii="Garamond" w:hAnsi="Garamond" w:cs="Garamond"/>
          <w:sz w:val="23"/>
          <w:szCs w:val="23"/>
        </w:rPr>
        <w:t xml:space="preserve">                                                      </w:t>
      </w:r>
    </w:p>
    <w:p w14:paraId="18D62527" w14:textId="77777777" w:rsidR="00646EFA" w:rsidRPr="00962E09" w:rsidRDefault="00646EFA" w:rsidP="00431124">
      <w:pPr>
        <w:autoSpaceDE w:val="0"/>
        <w:autoSpaceDN w:val="0"/>
        <w:adjustRightInd w:val="0"/>
        <w:jc w:val="center"/>
        <w:rPr>
          <w:rFonts w:ascii="Garamond" w:hAnsi="Garamond" w:cs="Garamond"/>
          <w:sz w:val="23"/>
          <w:szCs w:val="23"/>
        </w:rPr>
      </w:pPr>
    </w:p>
    <w:p w14:paraId="6559FEB9" w14:textId="77777777" w:rsidR="00646EFA" w:rsidRPr="00962E09" w:rsidRDefault="00646EFA" w:rsidP="00431124">
      <w:pPr>
        <w:autoSpaceDE w:val="0"/>
        <w:autoSpaceDN w:val="0"/>
        <w:adjustRightInd w:val="0"/>
        <w:jc w:val="center"/>
        <w:rPr>
          <w:rFonts w:ascii="Garamond" w:hAnsi="Garamond" w:cs="Garamond"/>
          <w:sz w:val="23"/>
          <w:szCs w:val="23"/>
        </w:rPr>
      </w:pPr>
    </w:p>
    <w:p w14:paraId="09F3D7AD" w14:textId="77777777" w:rsidR="00646EFA" w:rsidRPr="00962E09" w:rsidRDefault="00646EFA" w:rsidP="00431124">
      <w:pPr>
        <w:autoSpaceDE w:val="0"/>
        <w:autoSpaceDN w:val="0"/>
        <w:adjustRightInd w:val="0"/>
        <w:jc w:val="center"/>
        <w:rPr>
          <w:rFonts w:ascii="Garamond" w:hAnsi="Garamond" w:cs="Garamond"/>
          <w:sz w:val="23"/>
          <w:szCs w:val="23"/>
        </w:rPr>
      </w:pPr>
    </w:p>
    <w:p w14:paraId="0052B3DE" w14:textId="28A4AC12" w:rsidR="00614451" w:rsidRPr="00962E09" w:rsidRDefault="00614451" w:rsidP="00431124">
      <w:pPr>
        <w:autoSpaceDE w:val="0"/>
        <w:autoSpaceDN w:val="0"/>
        <w:adjustRightInd w:val="0"/>
        <w:jc w:val="center"/>
        <w:rPr>
          <w:rFonts w:ascii="Garamond" w:hAnsi="Garamond" w:cs="Garamond"/>
          <w:sz w:val="23"/>
          <w:szCs w:val="23"/>
        </w:rPr>
      </w:pPr>
      <w:r w:rsidRPr="00962E09">
        <w:rPr>
          <w:rFonts w:ascii="Garamond" w:hAnsi="Garamond" w:cs="Garamond"/>
          <w:sz w:val="23"/>
          <w:szCs w:val="23"/>
        </w:rPr>
        <w:t>Ù</w:t>
      </w:r>
    </w:p>
    <w:p w14:paraId="09DF7BD1" w14:textId="77777777" w:rsidR="00614451" w:rsidRPr="00962E09" w:rsidRDefault="00614451" w:rsidP="00431124">
      <w:pPr>
        <w:autoSpaceDE w:val="0"/>
        <w:autoSpaceDN w:val="0"/>
        <w:adjustRightInd w:val="0"/>
        <w:jc w:val="center"/>
        <w:rPr>
          <w:rFonts w:ascii="Garamond" w:hAnsi="Garamond" w:cs="Garamond"/>
          <w:sz w:val="23"/>
          <w:szCs w:val="23"/>
        </w:rPr>
      </w:pPr>
    </w:p>
    <w:p w14:paraId="07945448" w14:textId="77777777" w:rsidR="00614451" w:rsidRPr="00962E09" w:rsidRDefault="00614451" w:rsidP="00431124">
      <w:pPr>
        <w:autoSpaceDE w:val="0"/>
        <w:autoSpaceDN w:val="0"/>
        <w:adjustRightInd w:val="0"/>
        <w:jc w:val="center"/>
        <w:rPr>
          <w:rFonts w:ascii="Garamond" w:hAnsi="Garamond" w:cs="Garamond"/>
          <w:sz w:val="23"/>
          <w:szCs w:val="23"/>
        </w:rPr>
      </w:pPr>
    </w:p>
    <w:p w14:paraId="10D7F3FA" w14:textId="77777777" w:rsidR="00614451" w:rsidRPr="00962E09" w:rsidRDefault="00614451" w:rsidP="00431124">
      <w:pPr>
        <w:autoSpaceDE w:val="0"/>
        <w:autoSpaceDN w:val="0"/>
        <w:adjustRightInd w:val="0"/>
        <w:jc w:val="center"/>
        <w:rPr>
          <w:rFonts w:ascii="Garamond" w:hAnsi="Garamond" w:cs="Garamond"/>
          <w:sz w:val="23"/>
          <w:szCs w:val="23"/>
        </w:rPr>
      </w:pPr>
    </w:p>
    <w:p w14:paraId="61C79632" w14:textId="77777777" w:rsidR="00614451" w:rsidRPr="00962E09" w:rsidRDefault="00614451" w:rsidP="00431124">
      <w:pPr>
        <w:autoSpaceDE w:val="0"/>
        <w:autoSpaceDN w:val="0"/>
        <w:adjustRightInd w:val="0"/>
        <w:jc w:val="center"/>
        <w:rPr>
          <w:rFonts w:ascii="Garamond" w:hAnsi="Garamond" w:cs="Garamond"/>
          <w:sz w:val="23"/>
          <w:szCs w:val="23"/>
        </w:rPr>
      </w:pPr>
    </w:p>
    <w:p w14:paraId="030192DD" w14:textId="77777777" w:rsidR="00614451" w:rsidRPr="00962E09" w:rsidRDefault="00614451" w:rsidP="00431124">
      <w:pPr>
        <w:autoSpaceDE w:val="0"/>
        <w:autoSpaceDN w:val="0"/>
        <w:adjustRightInd w:val="0"/>
        <w:jc w:val="center"/>
        <w:rPr>
          <w:rFonts w:ascii="Garamond" w:hAnsi="Garamond" w:cs="Garamond"/>
          <w:sz w:val="23"/>
          <w:szCs w:val="23"/>
        </w:rPr>
      </w:pPr>
    </w:p>
    <w:p w14:paraId="398768C6" w14:textId="77777777" w:rsidR="00614451" w:rsidRPr="00962E09" w:rsidRDefault="00614451" w:rsidP="00431124">
      <w:pPr>
        <w:autoSpaceDE w:val="0"/>
        <w:autoSpaceDN w:val="0"/>
        <w:adjustRightInd w:val="0"/>
        <w:jc w:val="center"/>
        <w:rPr>
          <w:rFonts w:ascii="Garamond" w:hAnsi="Garamond" w:cs="Garamond"/>
          <w:sz w:val="23"/>
          <w:szCs w:val="23"/>
        </w:rPr>
      </w:pPr>
    </w:p>
    <w:p w14:paraId="05FA3EA7" w14:textId="77777777" w:rsidR="00614451" w:rsidRPr="00962E09" w:rsidRDefault="00614451" w:rsidP="00431124">
      <w:pPr>
        <w:autoSpaceDE w:val="0"/>
        <w:autoSpaceDN w:val="0"/>
        <w:adjustRightInd w:val="0"/>
        <w:jc w:val="center"/>
        <w:rPr>
          <w:rFonts w:ascii="Garamond" w:hAnsi="Garamond" w:cs="Garamond"/>
          <w:sz w:val="23"/>
          <w:szCs w:val="23"/>
        </w:rPr>
      </w:pPr>
    </w:p>
    <w:p w14:paraId="46D14406" w14:textId="77777777" w:rsidR="00614451" w:rsidRPr="00962E09" w:rsidRDefault="00614451" w:rsidP="00431124">
      <w:pPr>
        <w:autoSpaceDE w:val="0"/>
        <w:autoSpaceDN w:val="0"/>
        <w:adjustRightInd w:val="0"/>
        <w:jc w:val="center"/>
        <w:rPr>
          <w:rFonts w:ascii="Garamond" w:hAnsi="Garamond" w:cs="Garamond"/>
          <w:sz w:val="23"/>
          <w:szCs w:val="23"/>
        </w:rPr>
      </w:pPr>
    </w:p>
    <w:p w14:paraId="4FE92BA9" w14:textId="77777777" w:rsidR="00614451" w:rsidRPr="00962E09" w:rsidRDefault="00614451" w:rsidP="00431124">
      <w:pPr>
        <w:autoSpaceDE w:val="0"/>
        <w:autoSpaceDN w:val="0"/>
        <w:adjustRightInd w:val="0"/>
        <w:jc w:val="center"/>
        <w:rPr>
          <w:rFonts w:ascii="Garamond" w:hAnsi="Garamond" w:cs="Garamond"/>
          <w:sz w:val="23"/>
          <w:szCs w:val="23"/>
        </w:rPr>
      </w:pPr>
    </w:p>
    <w:p w14:paraId="1971371C" w14:textId="77777777" w:rsidR="00614451" w:rsidRPr="00962E09" w:rsidRDefault="00614451" w:rsidP="00431124">
      <w:pPr>
        <w:autoSpaceDE w:val="0"/>
        <w:autoSpaceDN w:val="0"/>
        <w:adjustRightInd w:val="0"/>
        <w:jc w:val="center"/>
        <w:rPr>
          <w:rFonts w:ascii="Garamond" w:hAnsi="Garamond" w:cs="Garamond"/>
          <w:sz w:val="23"/>
          <w:szCs w:val="23"/>
        </w:rPr>
      </w:pPr>
    </w:p>
    <w:p w14:paraId="0E8BE687" w14:textId="77777777" w:rsidR="00614451" w:rsidRPr="00962E09" w:rsidRDefault="00614451" w:rsidP="00431124">
      <w:pPr>
        <w:autoSpaceDE w:val="0"/>
        <w:autoSpaceDN w:val="0"/>
        <w:adjustRightInd w:val="0"/>
        <w:jc w:val="center"/>
        <w:rPr>
          <w:rFonts w:ascii="Garamond" w:hAnsi="Garamond" w:cs="Garamond"/>
          <w:sz w:val="23"/>
          <w:szCs w:val="23"/>
        </w:rPr>
      </w:pPr>
    </w:p>
    <w:p w14:paraId="277592F9" w14:textId="77777777" w:rsidR="00614451" w:rsidRPr="00962E09" w:rsidRDefault="00614451" w:rsidP="00431124">
      <w:pPr>
        <w:autoSpaceDE w:val="0"/>
        <w:autoSpaceDN w:val="0"/>
        <w:adjustRightInd w:val="0"/>
        <w:jc w:val="center"/>
        <w:rPr>
          <w:rFonts w:ascii="Garamond" w:hAnsi="Garamond" w:cs="Garamond"/>
          <w:sz w:val="23"/>
          <w:szCs w:val="23"/>
        </w:rPr>
      </w:pPr>
    </w:p>
    <w:p w14:paraId="2370A740" w14:textId="77777777" w:rsidR="00614451" w:rsidRPr="00962E09" w:rsidRDefault="00614451" w:rsidP="00431124">
      <w:pPr>
        <w:autoSpaceDE w:val="0"/>
        <w:autoSpaceDN w:val="0"/>
        <w:adjustRightInd w:val="0"/>
        <w:jc w:val="center"/>
        <w:rPr>
          <w:rFonts w:ascii="Garamond" w:hAnsi="Garamond" w:cs="Garamond"/>
          <w:sz w:val="23"/>
          <w:szCs w:val="23"/>
        </w:rPr>
      </w:pPr>
    </w:p>
    <w:p w14:paraId="5C5FCB2F" w14:textId="77777777" w:rsidR="00614451" w:rsidRPr="00962E09" w:rsidRDefault="00614451" w:rsidP="00431124">
      <w:pPr>
        <w:autoSpaceDE w:val="0"/>
        <w:autoSpaceDN w:val="0"/>
        <w:adjustRightInd w:val="0"/>
        <w:jc w:val="center"/>
        <w:rPr>
          <w:rFonts w:ascii="Garamond" w:hAnsi="Garamond" w:cs="Garamond"/>
          <w:sz w:val="23"/>
          <w:szCs w:val="23"/>
        </w:rPr>
      </w:pPr>
    </w:p>
    <w:p w14:paraId="1D7BF579" w14:textId="77777777" w:rsidR="00614451" w:rsidRPr="00962E09" w:rsidRDefault="00614451" w:rsidP="00431124">
      <w:pPr>
        <w:autoSpaceDE w:val="0"/>
        <w:autoSpaceDN w:val="0"/>
        <w:adjustRightInd w:val="0"/>
        <w:jc w:val="center"/>
        <w:rPr>
          <w:rFonts w:ascii="Garamond" w:hAnsi="Garamond" w:cs="Garamond"/>
          <w:sz w:val="23"/>
          <w:szCs w:val="23"/>
        </w:rPr>
      </w:pPr>
    </w:p>
    <w:p w14:paraId="7D9EF7F1" w14:textId="77777777" w:rsidR="00614451" w:rsidRPr="00962E09" w:rsidRDefault="00614451" w:rsidP="00431124">
      <w:pPr>
        <w:autoSpaceDE w:val="0"/>
        <w:autoSpaceDN w:val="0"/>
        <w:adjustRightInd w:val="0"/>
        <w:jc w:val="center"/>
        <w:rPr>
          <w:rFonts w:ascii="Garamond" w:hAnsi="Garamond" w:cs="Garamond"/>
          <w:sz w:val="23"/>
          <w:szCs w:val="23"/>
        </w:rPr>
      </w:pPr>
    </w:p>
    <w:p w14:paraId="0D12BA85" w14:textId="77777777" w:rsidR="00614451" w:rsidRPr="00962E09" w:rsidRDefault="00614451" w:rsidP="00431124">
      <w:pPr>
        <w:autoSpaceDE w:val="0"/>
        <w:autoSpaceDN w:val="0"/>
        <w:adjustRightInd w:val="0"/>
        <w:jc w:val="center"/>
        <w:rPr>
          <w:rFonts w:ascii="Garamond" w:hAnsi="Garamond" w:cs="Garamond"/>
          <w:sz w:val="23"/>
          <w:szCs w:val="23"/>
        </w:rPr>
      </w:pPr>
    </w:p>
    <w:p w14:paraId="2B2861F6" w14:textId="77777777" w:rsidR="00614451" w:rsidRPr="00962E09" w:rsidRDefault="00614451" w:rsidP="00431124">
      <w:pPr>
        <w:autoSpaceDE w:val="0"/>
        <w:autoSpaceDN w:val="0"/>
        <w:adjustRightInd w:val="0"/>
        <w:jc w:val="center"/>
        <w:rPr>
          <w:rFonts w:ascii="Garamond" w:hAnsi="Garamond" w:cs="Garamond"/>
          <w:sz w:val="23"/>
          <w:szCs w:val="23"/>
        </w:rPr>
      </w:pPr>
    </w:p>
    <w:p w14:paraId="6E51CA6A" w14:textId="77777777" w:rsidR="00614451" w:rsidRPr="00962E09" w:rsidRDefault="00614451" w:rsidP="00431124">
      <w:pPr>
        <w:autoSpaceDE w:val="0"/>
        <w:autoSpaceDN w:val="0"/>
        <w:adjustRightInd w:val="0"/>
        <w:jc w:val="center"/>
        <w:rPr>
          <w:rFonts w:ascii="Garamond" w:hAnsi="Garamond" w:cs="Garamond"/>
          <w:sz w:val="23"/>
          <w:szCs w:val="23"/>
        </w:rPr>
      </w:pPr>
    </w:p>
    <w:p w14:paraId="73E7F34F" w14:textId="77777777" w:rsidR="00614451" w:rsidRPr="00962E09" w:rsidRDefault="00614451" w:rsidP="00431124">
      <w:pPr>
        <w:autoSpaceDE w:val="0"/>
        <w:autoSpaceDN w:val="0"/>
        <w:adjustRightInd w:val="0"/>
        <w:jc w:val="center"/>
        <w:rPr>
          <w:rFonts w:ascii="Garamond" w:hAnsi="Garamond" w:cs="Garamond"/>
          <w:sz w:val="23"/>
          <w:szCs w:val="23"/>
        </w:rPr>
      </w:pPr>
    </w:p>
    <w:p w14:paraId="2C78BB88" w14:textId="77777777" w:rsidR="00614451" w:rsidRPr="00962E09" w:rsidRDefault="00614451" w:rsidP="00431124">
      <w:pPr>
        <w:autoSpaceDE w:val="0"/>
        <w:autoSpaceDN w:val="0"/>
        <w:adjustRightInd w:val="0"/>
        <w:jc w:val="center"/>
        <w:rPr>
          <w:rFonts w:ascii="Garamond" w:hAnsi="Garamond" w:cs="Garamond"/>
          <w:sz w:val="23"/>
          <w:szCs w:val="23"/>
        </w:rPr>
      </w:pPr>
    </w:p>
    <w:p w14:paraId="7271D659" w14:textId="77777777" w:rsidR="00614451" w:rsidRPr="00962E09" w:rsidRDefault="00614451" w:rsidP="00431124">
      <w:pPr>
        <w:autoSpaceDE w:val="0"/>
        <w:autoSpaceDN w:val="0"/>
        <w:adjustRightInd w:val="0"/>
        <w:jc w:val="center"/>
        <w:rPr>
          <w:rFonts w:ascii="Garamond" w:hAnsi="Garamond" w:cs="Garamond"/>
          <w:sz w:val="23"/>
          <w:szCs w:val="23"/>
        </w:rPr>
      </w:pPr>
    </w:p>
    <w:p w14:paraId="6912A8C3" w14:textId="77777777" w:rsidR="00614451" w:rsidRPr="00962E09" w:rsidRDefault="00614451" w:rsidP="00431124">
      <w:pPr>
        <w:autoSpaceDE w:val="0"/>
        <w:autoSpaceDN w:val="0"/>
        <w:adjustRightInd w:val="0"/>
        <w:jc w:val="center"/>
        <w:rPr>
          <w:rFonts w:ascii="Garamond" w:hAnsi="Garamond" w:cs="Garamond"/>
          <w:sz w:val="23"/>
          <w:szCs w:val="23"/>
        </w:rPr>
      </w:pPr>
    </w:p>
    <w:p w14:paraId="5B63B659" w14:textId="77777777" w:rsidR="00614451" w:rsidRPr="00962E09" w:rsidRDefault="00614451" w:rsidP="00431124">
      <w:pPr>
        <w:autoSpaceDE w:val="0"/>
        <w:autoSpaceDN w:val="0"/>
        <w:adjustRightInd w:val="0"/>
        <w:jc w:val="center"/>
        <w:rPr>
          <w:rFonts w:ascii="Garamond" w:hAnsi="Garamond" w:cs="Garamond"/>
          <w:sz w:val="23"/>
          <w:szCs w:val="23"/>
        </w:rPr>
      </w:pPr>
    </w:p>
    <w:p w14:paraId="66E52BE3" w14:textId="77777777" w:rsidR="00614451" w:rsidRPr="00962E09" w:rsidRDefault="00614451" w:rsidP="00373AA9">
      <w:pPr>
        <w:autoSpaceDE w:val="0"/>
        <w:autoSpaceDN w:val="0"/>
        <w:adjustRightInd w:val="0"/>
        <w:rPr>
          <w:rFonts w:ascii="Garamond" w:hAnsi="Garamond" w:cs="Garamond"/>
          <w:sz w:val="23"/>
          <w:szCs w:val="23"/>
        </w:rPr>
      </w:pPr>
    </w:p>
    <w:p w14:paraId="36438B5C" w14:textId="11E99C17" w:rsidR="00614451" w:rsidRPr="00962E09" w:rsidRDefault="00614451" w:rsidP="00431124">
      <w:pPr>
        <w:autoSpaceDE w:val="0"/>
        <w:autoSpaceDN w:val="0"/>
        <w:adjustRightInd w:val="0"/>
        <w:jc w:val="center"/>
        <w:rPr>
          <w:rFonts w:ascii="Garamond" w:hAnsi="Garamond" w:cs="Garamond"/>
          <w:sz w:val="23"/>
          <w:szCs w:val="23"/>
        </w:rPr>
      </w:pPr>
    </w:p>
    <w:p w14:paraId="081C4673" w14:textId="77777777" w:rsidR="00614451" w:rsidRPr="00962E09" w:rsidRDefault="00614451" w:rsidP="00614451">
      <w:pPr>
        <w:autoSpaceDE w:val="0"/>
        <w:autoSpaceDN w:val="0"/>
        <w:adjustRightInd w:val="0"/>
        <w:jc w:val="center"/>
        <w:rPr>
          <w:rFonts w:ascii="Garamond" w:hAnsi="Garamond" w:cs="Garamond"/>
          <w:b/>
          <w:bCs/>
          <w:sz w:val="23"/>
          <w:szCs w:val="23"/>
        </w:rPr>
      </w:pPr>
      <w:r w:rsidRPr="00962E09">
        <w:rPr>
          <w:rFonts w:ascii="Garamond" w:hAnsi="Garamond" w:cs="Garamond"/>
          <w:b/>
          <w:bCs/>
          <w:sz w:val="23"/>
          <w:szCs w:val="23"/>
        </w:rPr>
        <w:t>UNIVERSITÀ DEGLI STUDI DI NAPOLI</w:t>
      </w:r>
    </w:p>
    <w:p w14:paraId="3FC75802" w14:textId="77777777" w:rsidR="00614451" w:rsidRPr="00962E09" w:rsidRDefault="00614451" w:rsidP="00614451">
      <w:pPr>
        <w:autoSpaceDE w:val="0"/>
        <w:autoSpaceDN w:val="0"/>
        <w:adjustRightInd w:val="0"/>
        <w:jc w:val="center"/>
        <w:rPr>
          <w:rFonts w:ascii="Garamond" w:hAnsi="Garamond" w:cs="Garamond"/>
          <w:b/>
          <w:bCs/>
          <w:sz w:val="23"/>
          <w:szCs w:val="23"/>
        </w:rPr>
      </w:pPr>
      <w:r w:rsidRPr="00962E09">
        <w:rPr>
          <w:rFonts w:ascii="Garamond" w:hAnsi="Garamond" w:cs="Garamond"/>
          <w:b/>
          <w:bCs/>
          <w:sz w:val="23"/>
          <w:szCs w:val="23"/>
        </w:rPr>
        <w:t>FEDERICO II</w:t>
      </w:r>
    </w:p>
    <w:p w14:paraId="5D882156" w14:textId="77777777" w:rsidR="00614451" w:rsidRPr="00962E09" w:rsidRDefault="00614451" w:rsidP="00614451">
      <w:pPr>
        <w:autoSpaceDE w:val="0"/>
        <w:autoSpaceDN w:val="0"/>
        <w:adjustRightInd w:val="0"/>
        <w:jc w:val="center"/>
        <w:rPr>
          <w:rFonts w:ascii="Garamond" w:hAnsi="Garamond" w:cs="Garamond"/>
          <w:b/>
          <w:bCs/>
          <w:sz w:val="23"/>
          <w:szCs w:val="23"/>
        </w:rPr>
      </w:pPr>
      <w:r w:rsidRPr="00962E09">
        <w:rPr>
          <w:rFonts w:ascii="Garamond" w:hAnsi="Garamond" w:cs="Garamond"/>
          <w:b/>
          <w:bCs/>
          <w:sz w:val="23"/>
          <w:szCs w:val="23"/>
        </w:rPr>
        <w:t>Dipartimento di Scienze della Terra, dell’Ambiente e delle Risorse</w:t>
      </w:r>
    </w:p>
    <w:p w14:paraId="0CCC096E" w14:textId="1C2FD44D" w:rsidR="00DF1F6B" w:rsidRPr="00962E09" w:rsidRDefault="00DF1F6B" w:rsidP="00614451">
      <w:pPr>
        <w:spacing w:line="0" w:lineRule="atLeast"/>
        <w:jc w:val="center"/>
        <w:rPr>
          <w:rFonts w:ascii="Garamond" w:hAnsi="Garamond" w:cs="Garamond"/>
          <w:b/>
          <w:bCs/>
          <w:sz w:val="23"/>
          <w:szCs w:val="23"/>
        </w:rPr>
      </w:pPr>
      <w:r w:rsidRPr="00962E09">
        <w:rPr>
          <w:rFonts w:ascii="Garamond" w:hAnsi="Garamond" w:cs="Garamond"/>
          <w:b/>
          <w:bCs/>
          <w:sz w:val="23"/>
          <w:szCs w:val="23"/>
        </w:rPr>
        <w:t>Determina n.</w:t>
      </w:r>
      <w:r w:rsidR="007431EF">
        <w:rPr>
          <w:rFonts w:ascii="Garamond" w:hAnsi="Garamond" w:cs="Garamond"/>
          <w:b/>
          <w:bCs/>
          <w:sz w:val="23"/>
          <w:szCs w:val="23"/>
        </w:rPr>
        <w:t>102</w:t>
      </w:r>
      <w:r w:rsidRPr="00962E09">
        <w:rPr>
          <w:rFonts w:ascii="Garamond" w:hAnsi="Garamond" w:cs="Garamond"/>
          <w:b/>
          <w:bCs/>
          <w:sz w:val="23"/>
          <w:szCs w:val="23"/>
        </w:rPr>
        <w:t>/2023</w:t>
      </w:r>
    </w:p>
    <w:p w14:paraId="6D3CC657" w14:textId="77777777" w:rsidR="00DF1F6B" w:rsidRPr="00962E09" w:rsidRDefault="00DF1F6B" w:rsidP="00614451">
      <w:pPr>
        <w:spacing w:line="0" w:lineRule="atLeast"/>
        <w:jc w:val="center"/>
        <w:rPr>
          <w:rFonts w:ascii="Garamond" w:hAnsi="Garamond" w:cs="Garamond"/>
          <w:b/>
          <w:bCs/>
          <w:sz w:val="23"/>
          <w:szCs w:val="23"/>
        </w:rPr>
      </w:pPr>
    </w:p>
    <w:p w14:paraId="070E462C" w14:textId="33415A95" w:rsidR="00614451" w:rsidRPr="00962E09" w:rsidRDefault="00614451" w:rsidP="00614451">
      <w:pPr>
        <w:spacing w:line="0" w:lineRule="atLeast"/>
        <w:jc w:val="center"/>
        <w:rPr>
          <w:b/>
          <w:sz w:val="20"/>
          <w:szCs w:val="20"/>
        </w:rPr>
      </w:pPr>
      <w:r w:rsidRPr="00962E09">
        <w:rPr>
          <w:b/>
          <w:bCs/>
          <w:sz w:val="20"/>
          <w:szCs w:val="20"/>
        </w:rPr>
        <w:t>DICHIARAZIONE SOSTITUTIVA DI ATTO NOTORIO</w:t>
      </w:r>
    </w:p>
    <w:p w14:paraId="49A6B676" w14:textId="77777777" w:rsidR="00614451" w:rsidRPr="00962E09" w:rsidRDefault="00614451" w:rsidP="00614451">
      <w:pPr>
        <w:spacing w:line="0" w:lineRule="atLeast"/>
        <w:jc w:val="center"/>
        <w:rPr>
          <w:b/>
          <w:sz w:val="20"/>
          <w:szCs w:val="20"/>
        </w:rPr>
      </w:pPr>
      <w:r w:rsidRPr="00962E09">
        <w:rPr>
          <w:b/>
          <w:sz w:val="20"/>
          <w:szCs w:val="20"/>
        </w:rPr>
        <w:t>(resa ai sensi dell’art. 47, D.P.R. 445/2000)</w:t>
      </w:r>
    </w:p>
    <w:p w14:paraId="1BB2BAB7" w14:textId="77777777" w:rsidR="00614451" w:rsidRPr="00962E09" w:rsidRDefault="00614451" w:rsidP="00614451">
      <w:pPr>
        <w:spacing w:line="0" w:lineRule="atLeast"/>
        <w:jc w:val="center"/>
        <w:rPr>
          <w:b/>
          <w:i/>
          <w:iCs/>
          <w:sz w:val="20"/>
          <w:szCs w:val="20"/>
        </w:rPr>
      </w:pPr>
      <w:r w:rsidRPr="00962E09">
        <w:rPr>
          <w:b/>
          <w:i/>
          <w:iCs/>
          <w:sz w:val="20"/>
          <w:szCs w:val="20"/>
        </w:rPr>
        <w:t>Da acquisire PRIMA del conferimento dell’incarico</w:t>
      </w:r>
    </w:p>
    <w:p w14:paraId="32B1BCE6" w14:textId="77777777" w:rsidR="00614451" w:rsidRPr="00962E09" w:rsidRDefault="00614451" w:rsidP="002663E2">
      <w:pPr>
        <w:spacing w:line="240" w:lineRule="atLeast"/>
        <w:rPr>
          <w:sz w:val="20"/>
          <w:szCs w:val="20"/>
        </w:rPr>
      </w:pPr>
      <w:r w:rsidRPr="00962E09">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62E09" w:rsidRPr="00962E09" w14:paraId="61E30FB8" w14:textId="77777777" w:rsidTr="00A22BD6">
        <w:trPr>
          <w:trHeight w:val="499"/>
        </w:trPr>
        <w:tc>
          <w:tcPr>
            <w:tcW w:w="846" w:type="dxa"/>
            <w:shd w:val="clear" w:color="auto" w:fill="auto"/>
            <w:vAlign w:val="center"/>
          </w:tcPr>
          <w:p w14:paraId="67A882CB" w14:textId="77777777" w:rsidR="00614451" w:rsidRPr="00962E09" w:rsidRDefault="00614451" w:rsidP="00A22BD6">
            <w:pPr>
              <w:spacing w:line="240" w:lineRule="atLeast"/>
              <w:jc w:val="center"/>
              <w:rPr>
                <w:b/>
                <w:sz w:val="20"/>
                <w:szCs w:val="20"/>
              </w:rPr>
            </w:pPr>
            <w:r w:rsidRPr="00962E09">
              <w:rPr>
                <w:b/>
                <w:sz w:val="20"/>
                <w:szCs w:val="20"/>
              </w:rPr>
              <w:t>Nome</w:t>
            </w:r>
          </w:p>
        </w:tc>
        <w:tc>
          <w:tcPr>
            <w:tcW w:w="1276" w:type="dxa"/>
            <w:shd w:val="clear" w:color="auto" w:fill="auto"/>
            <w:vAlign w:val="center"/>
          </w:tcPr>
          <w:p w14:paraId="46AE8B46" w14:textId="77777777" w:rsidR="00614451" w:rsidRPr="00962E09" w:rsidRDefault="00614451" w:rsidP="00A22BD6">
            <w:pPr>
              <w:spacing w:line="240" w:lineRule="atLeast"/>
              <w:jc w:val="center"/>
              <w:rPr>
                <w:b/>
                <w:sz w:val="20"/>
                <w:szCs w:val="20"/>
              </w:rPr>
            </w:pPr>
            <w:r w:rsidRPr="00962E09">
              <w:rPr>
                <w:b/>
                <w:sz w:val="20"/>
                <w:szCs w:val="20"/>
              </w:rPr>
              <w:t>Cognome</w:t>
            </w:r>
          </w:p>
        </w:tc>
        <w:tc>
          <w:tcPr>
            <w:tcW w:w="1701" w:type="dxa"/>
            <w:shd w:val="clear" w:color="auto" w:fill="auto"/>
            <w:vAlign w:val="center"/>
          </w:tcPr>
          <w:p w14:paraId="3121DAFE" w14:textId="77777777" w:rsidR="00614451" w:rsidRPr="00962E09" w:rsidRDefault="00614451" w:rsidP="00A22BD6">
            <w:pPr>
              <w:spacing w:line="240" w:lineRule="atLeast"/>
              <w:jc w:val="center"/>
              <w:rPr>
                <w:b/>
                <w:sz w:val="20"/>
                <w:szCs w:val="20"/>
              </w:rPr>
            </w:pPr>
            <w:r w:rsidRPr="00962E09">
              <w:rPr>
                <w:b/>
                <w:sz w:val="20"/>
                <w:szCs w:val="20"/>
              </w:rPr>
              <w:t>Luogo di nascita</w:t>
            </w:r>
          </w:p>
        </w:tc>
        <w:tc>
          <w:tcPr>
            <w:tcW w:w="1559" w:type="dxa"/>
            <w:shd w:val="clear" w:color="auto" w:fill="auto"/>
            <w:vAlign w:val="center"/>
          </w:tcPr>
          <w:p w14:paraId="7ADAFE96" w14:textId="77777777" w:rsidR="00614451" w:rsidRPr="00962E09" w:rsidRDefault="00614451" w:rsidP="00A22BD6">
            <w:pPr>
              <w:spacing w:line="240" w:lineRule="atLeast"/>
              <w:jc w:val="center"/>
              <w:rPr>
                <w:b/>
                <w:sz w:val="20"/>
                <w:szCs w:val="20"/>
              </w:rPr>
            </w:pPr>
            <w:r w:rsidRPr="00962E09">
              <w:rPr>
                <w:b/>
                <w:sz w:val="20"/>
                <w:szCs w:val="20"/>
              </w:rPr>
              <w:t>Data di nascita</w:t>
            </w:r>
          </w:p>
        </w:tc>
        <w:tc>
          <w:tcPr>
            <w:tcW w:w="4678" w:type="dxa"/>
            <w:shd w:val="clear" w:color="auto" w:fill="auto"/>
            <w:vAlign w:val="center"/>
          </w:tcPr>
          <w:p w14:paraId="3E65C929" w14:textId="77777777" w:rsidR="00614451" w:rsidRPr="00962E09" w:rsidRDefault="00614451" w:rsidP="00A22BD6">
            <w:pPr>
              <w:spacing w:line="240" w:lineRule="atLeast"/>
              <w:jc w:val="center"/>
              <w:rPr>
                <w:b/>
                <w:sz w:val="20"/>
                <w:szCs w:val="20"/>
              </w:rPr>
            </w:pPr>
            <w:r w:rsidRPr="00962E09">
              <w:rPr>
                <w:b/>
                <w:sz w:val="20"/>
                <w:szCs w:val="20"/>
              </w:rPr>
              <w:t xml:space="preserve">In relazione al conferimento dell’incarico di </w:t>
            </w:r>
          </w:p>
        </w:tc>
      </w:tr>
      <w:tr w:rsidR="00614451" w:rsidRPr="00962E09" w14:paraId="5BAB3E77" w14:textId="77777777" w:rsidTr="00A22BD6">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EDF0046" w14:textId="1CDFDA00" w:rsidR="00614451" w:rsidRPr="00962E09" w:rsidRDefault="00741A3D" w:rsidP="00A22BD6">
            <w:pPr>
              <w:spacing w:line="240" w:lineRule="atLeast"/>
              <w:rPr>
                <w:b/>
                <w:sz w:val="20"/>
                <w:szCs w:val="20"/>
              </w:rPr>
            </w:pPr>
            <w:r w:rsidRPr="00962E09">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C1A75FE" w14:textId="12F1FF2F" w:rsidR="00614451" w:rsidRPr="00962E09" w:rsidRDefault="00741A3D" w:rsidP="00A22BD6">
            <w:pPr>
              <w:spacing w:line="240" w:lineRule="atLeast"/>
              <w:rPr>
                <w:b/>
                <w:sz w:val="20"/>
                <w:szCs w:val="20"/>
              </w:rPr>
            </w:pPr>
            <w:r w:rsidRPr="00962E09">
              <w:rPr>
                <w:b/>
                <w:sz w:val="20"/>
                <w:szCs w:val="20"/>
              </w:rPr>
              <w:t>La</w:t>
            </w:r>
            <w:r w:rsidR="00AA40DB" w:rsidRPr="00962E09">
              <w:rPr>
                <w:b/>
                <w:sz w:val="20"/>
                <w:szCs w:val="20"/>
              </w:rPr>
              <w:t xml:space="preserve"> M</w:t>
            </w:r>
            <w:r w:rsidRPr="00962E09">
              <w:rPr>
                <w:b/>
                <w:sz w:val="20"/>
                <w:szCs w:val="20"/>
              </w:rPr>
              <w:t>anna</w:t>
            </w:r>
          </w:p>
        </w:tc>
        <w:tc>
          <w:tcPr>
            <w:tcW w:w="1701" w:type="dxa"/>
            <w:tcBorders>
              <w:top w:val="single" w:sz="4" w:space="0" w:color="auto"/>
              <w:left w:val="single" w:sz="4" w:space="0" w:color="auto"/>
              <w:bottom w:val="single" w:sz="4" w:space="0" w:color="auto"/>
              <w:right w:val="single" w:sz="4" w:space="0" w:color="auto"/>
            </w:tcBorders>
            <w:vAlign w:val="center"/>
          </w:tcPr>
          <w:p w14:paraId="0E2D4EB8" w14:textId="3520FE95" w:rsidR="00614451" w:rsidRPr="00962E09" w:rsidRDefault="00090F9D" w:rsidP="00A22BD6">
            <w:pPr>
              <w:spacing w:line="240" w:lineRule="atLeast"/>
              <w:rPr>
                <w:sz w:val="20"/>
                <w:szCs w:val="20"/>
              </w:rPr>
            </w:pPr>
            <w:r w:rsidRPr="00962E09">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B319A38" w14:textId="46143F4A" w:rsidR="00614451" w:rsidRPr="00962E09" w:rsidRDefault="00090F9D" w:rsidP="00A22BD6">
            <w:pPr>
              <w:spacing w:line="240" w:lineRule="atLeast"/>
              <w:rPr>
                <w:sz w:val="20"/>
                <w:szCs w:val="20"/>
              </w:rPr>
            </w:pPr>
            <w:r w:rsidRPr="00962E09">
              <w:rPr>
                <w:sz w:val="20"/>
                <w:szCs w:val="20"/>
              </w:rPr>
              <w:t>20/12/1973</w:t>
            </w:r>
          </w:p>
        </w:tc>
        <w:tc>
          <w:tcPr>
            <w:tcW w:w="4678" w:type="dxa"/>
            <w:shd w:val="clear" w:color="auto" w:fill="auto"/>
          </w:tcPr>
          <w:p w14:paraId="38F64B15" w14:textId="232AF250" w:rsidR="00614451" w:rsidRPr="00962E09" w:rsidRDefault="00614451" w:rsidP="00A22BD6">
            <w:pPr>
              <w:spacing w:line="240" w:lineRule="atLeast"/>
              <w:jc w:val="both"/>
              <w:rPr>
                <w:sz w:val="20"/>
                <w:szCs w:val="20"/>
              </w:rPr>
            </w:pPr>
            <w:r w:rsidRPr="00962E09">
              <w:rPr>
                <w:b/>
                <w:sz w:val="20"/>
                <w:szCs w:val="20"/>
              </w:rPr>
              <w:t xml:space="preserve">Responsabile Unico </w:t>
            </w:r>
            <w:r w:rsidRPr="00962E09">
              <w:rPr>
                <w:rFonts w:eastAsia="Calibri"/>
                <w:sz w:val="20"/>
                <w:szCs w:val="20"/>
              </w:rPr>
              <w:t xml:space="preserve">per la procedura di affidamento diretto   per </w:t>
            </w:r>
          </w:p>
        </w:tc>
      </w:tr>
    </w:tbl>
    <w:p w14:paraId="53885344" w14:textId="77777777" w:rsidR="00614451" w:rsidRPr="00962E09" w:rsidRDefault="00614451" w:rsidP="00614451">
      <w:pPr>
        <w:spacing w:line="240" w:lineRule="atLeast"/>
        <w:ind w:left="284" w:right="-427" w:firstLine="708"/>
        <w:jc w:val="both"/>
        <w:rPr>
          <w:sz w:val="20"/>
          <w:szCs w:val="20"/>
        </w:rPr>
      </w:pPr>
    </w:p>
    <w:p w14:paraId="2FEF3118" w14:textId="77777777" w:rsidR="00614451" w:rsidRPr="00962E09" w:rsidRDefault="00614451" w:rsidP="00614451">
      <w:pPr>
        <w:ind w:left="284" w:right="83"/>
        <w:jc w:val="both"/>
        <w:rPr>
          <w:b/>
          <w:sz w:val="18"/>
          <w:szCs w:val="18"/>
        </w:rPr>
      </w:pPr>
      <w:r w:rsidRPr="00962E09">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962E09">
        <w:rPr>
          <w:b/>
          <w:sz w:val="18"/>
          <w:szCs w:val="18"/>
        </w:rPr>
        <w:t>mis. B3_S</w:t>
      </w:r>
    </w:p>
    <w:p w14:paraId="063B33F3" w14:textId="77777777" w:rsidR="00614451" w:rsidRPr="00962E09" w:rsidRDefault="00614451" w:rsidP="00614451">
      <w:pPr>
        <w:ind w:left="-142" w:right="83"/>
        <w:jc w:val="center"/>
        <w:rPr>
          <w:b/>
          <w:bCs/>
          <w:sz w:val="18"/>
          <w:szCs w:val="18"/>
        </w:rPr>
      </w:pPr>
      <w:r w:rsidRPr="00962E09">
        <w:rPr>
          <w:b/>
          <w:bCs/>
          <w:sz w:val="18"/>
          <w:szCs w:val="18"/>
        </w:rPr>
        <w:t>DICHIARA</w:t>
      </w:r>
    </w:p>
    <w:p w14:paraId="284496AB" w14:textId="77777777" w:rsidR="00614451" w:rsidRPr="00962E09" w:rsidRDefault="00614451" w:rsidP="00614451">
      <w:pPr>
        <w:numPr>
          <w:ilvl w:val="0"/>
          <w:numId w:val="17"/>
        </w:numPr>
        <w:autoSpaceDE w:val="0"/>
        <w:autoSpaceDN w:val="0"/>
        <w:ind w:left="709" w:right="83" w:hanging="567"/>
        <w:jc w:val="both"/>
        <w:rPr>
          <w:bCs/>
          <w:sz w:val="18"/>
          <w:szCs w:val="18"/>
        </w:rPr>
      </w:pPr>
      <w:r w:rsidRPr="00962E09">
        <w:rPr>
          <w:sz w:val="18"/>
          <w:szCs w:val="18"/>
        </w:rPr>
        <w:sym w:font="Wingdings 2" w:char="F051"/>
      </w:r>
      <w:r w:rsidRPr="00962E09">
        <w:rPr>
          <w:sz w:val="18"/>
          <w:szCs w:val="18"/>
        </w:rPr>
        <w:t>di non aver svolto, nei 5 anni antecedenti alla data di sottoscrizione della presente dichiarazione, incarichi di qualunque genere presso soggetti privati che operano nel settore oggetto dell’appalto/affidamento suindicato;</w:t>
      </w:r>
    </w:p>
    <w:p w14:paraId="6A54EA19" w14:textId="77777777" w:rsidR="00614451" w:rsidRPr="00962E09" w:rsidRDefault="00614451" w:rsidP="00614451">
      <w:pPr>
        <w:numPr>
          <w:ilvl w:val="0"/>
          <w:numId w:val="17"/>
        </w:numPr>
        <w:autoSpaceDE w:val="0"/>
        <w:autoSpaceDN w:val="0"/>
        <w:ind w:left="709" w:right="83" w:hanging="567"/>
        <w:jc w:val="both"/>
        <w:rPr>
          <w:sz w:val="18"/>
          <w:szCs w:val="18"/>
        </w:rPr>
      </w:pPr>
      <w:r w:rsidRPr="00962E09">
        <w:rPr>
          <w:sz w:val="18"/>
          <w:szCs w:val="18"/>
        </w:rPr>
        <w:sym w:font="Wingdings" w:char="F0A8"/>
      </w:r>
      <w:r w:rsidRPr="00962E09">
        <w:rPr>
          <w:sz w:val="18"/>
          <w:szCs w:val="18"/>
        </w:rPr>
        <w:t xml:space="preserve"> di non aver svolto, nell’anno precedente alla data di sottoscrizione della presente, l’incarico di Responsabile del Procedimento per lo stesso tipo di servizio o fornitura;  </w:t>
      </w:r>
    </w:p>
    <w:p w14:paraId="56A5A1F7" w14:textId="77777777" w:rsidR="00614451" w:rsidRPr="00962E09" w:rsidRDefault="00614451" w:rsidP="00614451">
      <w:pPr>
        <w:ind w:left="218" w:right="83"/>
        <w:jc w:val="center"/>
        <w:rPr>
          <w:b/>
          <w:sz w:val="18"/>
          <w:szCs w:val="18"/>
        </w:rPr>
      </w:pPr>
      <w:r w:rsidRPr="00962E09">
        <w:rPr>
          <w:b/>
          <w:sz w:val="18"/>
          <w:szCs w:val="18"/>
        </w:rPr>
        <w:t>oppure</w:t>
      </w:r>
    </w:p>
    <w:p w14:paraId="2B435540" w14:textId="5DA9F552" w:rsidR="00614451" w:rsidRPr="00962E09" w:rsidRDefault="00614451" w:rsidP="008A5C4A">
      <w:pPr>
        <w:autoSpaceDE w:val="0"/>
        <w:autoSpaceDN w:val="0"/>
        <w:ind w:left="709" w:right="83"/>
        <w:jc w:val="both"/>
        <w:rPr>
          <w:sz w:val="18"/>
          <w:szCs w:val="18"/>
        </w:rPr>
      </w:pPr>
      <w:r w:rsidRPr="00962E09">
        <w:rPr>
          <w:sz w:val="18"/>
          <w:szCs w:val="18"/>
        </w:rPr>
        <w:sym w:font="Wingdings 2" w:char="F051"/>
      </w:r>
      <w:r w:rsidRPr="00962E09">
        <w:rPr>
          <w:sz w:val="18"/>
          <w:szCs w:val="18"/>
        </w:rPr>
        <w:t xml:space="preserve"> di aver già svolto, nell’anno precedente alla data di sottoscrizione della presente, l’incarico di Responsabile del Procedimento    per lo stesso tipo di servizio o fornitura;</w:t>
      </w:r>
    </w:p>
    <w:p w14:paraId="512A4DE4" w14:textId="77777777" w:rsidR="00614451" w:rsidRPr="00962E09" w:rsidRDefault="00614451" w:rsidP="00614451">
      <w:pPr>
        <w:numPr>
          <w:ilvl w:val="0"/>
          <w:numId w:val="17"/>
        </w:numPr>
        <w:autoSpaceDE w:val="0"/>
        <w:autoSpaceDN w:val="0"/>
        <w:ind w:left="709" w:right="83" w:hanging="567"/>
        <w:jc w:val="both"/>
        <w:rPr>
          <w:sz w:val="18"/>
          <w:szCs w:val="18"/>
        </w:rPr>
      </w:pPr>
      <w:r w:rsidRPr="00962E09">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5EFB1545" w14:textId="77777777" w:rsidR="00614451" w:rsidRPr="00962E09" w:rsidRDefault="00614451" w:rsidP="00614451">
      <w:pPr>
        <w:numPr>
          <w:ilvl w:val="0"/>
          <w:numId w:val="17"/>
        </w:numPr>
        <w:autoSpaceDE w:val="0"/>
        <w:autoSpaceDN w:val="0"/>
        <w:ind w:left="215" w:right="83" w:hanging="73"/>
        <w:jc w:val="both"/>
        <w:rPr>
          <w:sz w:val="18"/>
          <w:szCs w:val="18"/>
        </w:rPr>
      </w:pPr>
      <w:r w:rsidRPr="00962E09">
        <w:rPr>
          <w:sz w:val="18"/>
          <w:szCs w:val="18"/>
        </w:rPr>
        <w:t>di non trovarsi nelle ipotesi di cui all’art. 42, comma 2, del D.lgs. n. 50/2016 (conflitto di interessi)</w:t>
      </w:r>
      <w:r w:rsidRPr="00962E09">
        <w:rPr>
          <w:sz w:val="18"/>
          <w:szCs w:val="18"/>
        </w:rPr>
        <w:endnoteReference w:id="1"/>
      </w:r>
      <w:r w:rsidRPr="00962E09">
        <w:rPr>
          <w:sz w:val="18"/>
          <w:szCs w:val="18"/>
        </w:rPr>
        <w:t xml:space="preserve">; </w:t>
      </w:r>
    </w:p>
    <w:p w14:paraId="616BD20E" w14:textId="77777777" w:rsidR="00614451" w:rsidRPr="00962E09" w:rsidRDefault="00614451" w:rsidP="00614451">
      <w:pPr>
        <w:numPr>
          <w:ilvl w:val="0"/>
          <w:numId w:val="17"/>
        </w:numPr>
        <w:autoSpaceDE w:val="0"/>
        <w:autoSpaceDN w:val="0"/>
        <w:ind w:left="709" w:right="83" w:hanging="567"/>
        <w:jc w:val="both"/>
        <w:rPr>
          <w:sz w:val="18"/>
          <w:szCs w:val="18"/>
        </w:rPr>
      </w:pPr>
      <w:r w:rsidRPr="00962E09">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6E1977CF" w14:textId="401F6761" w:rsidR="00614451" w:rsidRPr="00962E09" w:rsidRDefault="00614451" w:rsidP="008A5C4A">
      <w:pPr>
        <w:numPr>
          <w:ilvl w:val="0"/>
          <w:numId w:val="17"/>
        </w:numPr>
        <w:autoSpaceDE w:val="0"/>
        <w:autoSpaceDN w:val="0"/>
        <w:ind w:left="709" w:right="83" w:hanging="567"/>
        <w:jc w:val="both"/>
        <w:rPr>
          <w:sz w:val="18"/>
          <w:szCs w:val="18"/>
        </w:rPr>
      </w:pPr>
      <w:r w:rsidRPr="00962E09">
        <w:rPr>
          <w:sz w:val="18"/>
          <w:szCs w:val="18"/>
        </w:rPr>
        <w:t>di impegnarsi a comunicare all’Amministrazione ogni mutamento delle condizioni di fatto/di diritto che abbiano sorretto la presente dichiarazione, in ogni fase e sottofase della procedura di affidamento.</w:t>
      </w:r>
    </w:p>
    <w:p w14:paraId="56C71DAA" w14:textId="77777777" w:rsidR="008A5C4A" w:rsidRPr="00962E09" w:rsidRDefault="008A5C4A" w:rsidP="008A5C4A">
      <w:pPr>
        <w:autoSpaceDE w:val="0"/>
        <w:autoSpaceDN w:val="0"/>
        <w:ind w:left="215" w:right="83"/>
        <w:jc w:val="both"/>
        <w:rPr>
          <w:sz w:val="18"/>
          <w:szCs w:val="18"/>
        </w:rPr>
      </w:pPr>
    </w:p>
    <w:p w14:paraId="2FC9F912" w14:textId="77777777" w:rsidR="008A5C4A" w:rsidRPr="00962E09" w:rsidRDefault="008A5C4A" w:rsidP="008A5C4A">
      <w:pPr>
        <w:autoSpaceDE w:val="0"/>
        <w:autoSpaceDN w:val="0"/>
        <w:ind w:left="215" w:right="83"/>
        <w:jc w:val="both"/>
        <w:rPr>
          <w:b/>
          <w:bCs/>
          <w:sz w:val="18"/>
          <w:szCs w:val="18"/>
        </w:rPr>
      </w:pPr>
      <w:r w:rsidRPr="00962E09">
        <w:rPr>
          <w:b/>
          <w:bCs/>
          <w:sz w:val="18"/>
          <w:szCs w:val="18"/>
        </w:rPr>
        <w:t>Il sottoscritto dichiara, altresì, di essere informato che:</w:t>
      </w:r>
    </w:p>
    <w:p w14:paraId="7264FA1B" w14:textId="77777777" w:rsidR="008A5C4A" w:rsidRPr="00962E09" w:rsidRDefault="008A5C4A" w:rsidP="008A5C4A">
      <w:pPr>
        <w:autoSpaceDE w:val="0"/>
        <w:autoSpaceDN w:val="0"/>
        <w:ind w:left="215" w:right="83"/>
        <w:jc w:val="both"/>
        <w:rPr>
          <w:sz w:val="18"/>
          <w:szCs w:val="18"/>
        </w:rPr>
      </w:pPr>
      <w:r w:rsidRPr="00962E09">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6DBE475" w14:textId="77777777" w:rsidR="008A5C4A" w:rsidRPr="00962E09" w:rsidRDefault="008A5C4A" w:rsidP="008A5C4A">
      <w:pPr>
        <w:autoSpaceDE w:val="0"/>
        <w:autoSpaceDN w:val="0"/>
        <w:ind w:left="215" w:right="83"/>
        <w:jc w:val="both"/>
        <w:rPr>
          <w:sz w:val="18"/>
          <w:szCs w:val="18"/>
        </w:rPr>
      </w:pPr>
      <w:r w:rsidRPr="00962E09">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CD81FB7" w14:textId="77777777" w:rsidR="008A5C4A" w:rsidRPr="00962E09" w:rsidRDefault="008A5C4A" w:rsidP="008A5C4A">
      <w:pPr>
        <w:autoSpaceDE w:val="0"/>
        <w:autoSpaceDN w:val="0"/>
        <w:ind w:left="215" w:right="83"/>
        <w:jc w:val="both"/>
        <w:rPr>
          <w:sz w:val="18"/>
          <w:szCs w:val="18"/>
        </w:rPr>
      </w:pPr>
      <w:r w:rsidRPr="00962E09">
        <w:rPr>
          <w:sz w:val="18"/>
          <w:szCs w:val="18"/>
        </w:rPr>
        <w:t>”.</w:t>
      </w:r>
    </w:p>
    <w:p w14:paraId="6267F337" w14:textId="59787D8A" w:rsidR="00614451" w:rsidRPr="00962E09" w:rsidRDefault="00373AA9" w:rsidP="00614451">
      <w:pPr>
        <w:autoSpaceDE w:val="0"/>
        <w:autoSpaceDN w:val="0"/>
        <w:adjustRightInd w:val="0"/>
        <w:ind w:left="-142" w:right="83"/>
        <w:jc w:val="both"/>
        <w:rPr>
          <w:sz w:val="18"/>
          <w:szCs w:val="18"/>
        </w:rPr>
      </w:pPr>
      <w:r w:rsidRPr="00962E09">
        <w:rPr>
          <w:b/>
          <w:noProof/>
          <w:sz w:val="18"/>
          <w:szCs w:val="18"/>
        </w:rPr>
        <w:drawing>
          <wp:anchor distT="0" distB="0" distL="114300" distR="114300" simplePos="0" relativeHeight="251659264" behindDoc="0" locked="0" layoutInCell="1" allowOverlap="1" wp14:anchorId="2F942FBA" wp14:editId="7E7500A1">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62E09" w:rsidRPr="00962E09" w14:paraId="40165717" w14:textId="77777777" w:rsidTr="00A22BD6">
        <w:tc>
          <w:tcPr>
            <w:tcW w:w="3351" w:type="dxa"/>
          </w:tcPr>
          <w:p w14:paraId="48EA7E37" w14:textId="5379DEF5" w:rsidR="00614451" w:rsidRPr="00962E09" w:rsidRDefault="00DF1F6B" w:rsidP="00A22BD6">
            <w:pPr>
              <w:autoSpaceDE w:val="0"/>
              <w:autoSpaceDN w:val="0"/>
              <w:adjustRightInd w:val="0"/>
              <w:ind w:right="83"/>
              <w:rPr>
                <w:rFonts w:ascii="Times New Roman" w:eastAsia="Times New Roman" w:hAnsi="Times New Roman" w:cs="Times New Roman"/>
                <w:b/>
                <w:i/>
                <w:sz w:val="18"/>
                <w:szCs w:val="18"/>
                <w:lang w:eastAsia="it-IT"/>
              </w:rPr>
            </w:pPr>
            <w:r w:rsidRPr="00962E09">
              <w:rPr>
                <w:rFonts w:ascii="Times New Roman" w:eastAsia="Times New Roman" w:hAnsi="Times New Roman" w:cs="Times New Roman"/>
                <w:b/>
                <w:i/>
                <w:sz w:val="18"/>
                <w:szCs w:val="18"/>
                <w:lang w:eastAsia="it-IT"/>
              </w:rPr>
              <w:t xml:space="preserve">         </w:t>
            </w:r>
            <w:r w:rsidR="00614451" w:rsidRPr="00962E09">
              <w:rPr>
                <w:rFonts w:ascii="Times New Roman" w:eastAsia="Times New Roman" w:hAnsi="Times New Roman" w:cs="Times New Roman"/>
                <w:b/>
                <w:i/>
                <w:sz w:val="18"/>
                <w:szCs w:val="18"/>
                <w:lang w:eastAsia="it-IT"/>
              </w:rPr>
              <w:t>Napoli, data</w:t>
            </w:r>
          </w:p>
        </w:tc>
        <w:tc>
          <w:tcPr>
            <w:tcW w:w="3352" w:type="dxa"/>
          </w:tcPr>
          <w:p w14:paraId="66F8D9C5" w14:textId="40C17A2A" w:rsidR="00614451" w:rsidRPr="00962E09" w:rsidRDefault="00614451" w:rsidP="00A22BD6">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73C759F1" w14:textId="77777777" w:rsidR="00614451" w:rsidRPr="00962E09" w:rsidRDefault="00614451" w:rsidP="00A22BD6">
            <w:pPr>
              <w:autoSpaceDE w:val="0"/>
              <w:autoSpaceDN w:val="0"/>
              <w:adjustRightInd w:val="0"/>
              <w:ind w:right="83"/>
              <w:jc w:val="center"/>
              <w:rPr>
                <w:rFonts w:ascii="Times New Roman" w:eastAsia="Times New Roman" w:hAnsi="Times New Roman" w:cs="Times New Roman"/>
                <w:b/>
                <w:bCs/>
                <w:sz w:val="18"/>
                <w:szCs w:val="18"/>
                <w:lang w:eastAsia="it-IT"/>
              </w:rPr>
            </w:pPr>
            <w:r w:rsidRPr="00962E09">
              <w:rPr>
                <w:rFonts w:ascii="Times New Roman" w:eastAsia="Times New Roman" w:hAnsi="Times New Roman" w:cs="Times New Roman"/>
                <w:b/>
                <w:bCs/>
                <w:sz w:val="18"/>
                <w:szCs w:val="18"/>
                <w:lang w:eastAsia="it-IT"/>
              </w:rPr>
              <w:t>Il Dichiarante</w:t>
            </w:r>
          </w:p>
          <w:p w14:paraId="41D26AA9" w14:textId="77777777" w:rsidR="00614451" w:rsidRPr="00962E09" w:rsidRDefault="00614451" w:rsidP="00A22BD6">
            <w:pPr>
              <w:autoSpaceDE w:val="0"/>
              <w:autoSpaceDN w:val="0"/>
              <w:adjustRightInd w:val="0"/>
              <w:ind w:right="83"/>
              <w:jc w:val="center"/>
              <w:rPr>
                <w:rFonts w:ascii="Times New Roman" w:eastAsia="Times New Roman" w:hAnsi="Times New Roman" w:cs="Times New Roman"/>
                <w:b/>
                <w:bCs/>
                <w:sz w:val="18"/>
                <w:szCs w:val="18"/>
                <w:lang w:eastAsia="it-IT"/>
              </w:rPr>
            </w:pPr>
          </w:p>
          <w:p w14:paraId="4052B5D4" w14:textId="77777777" w:rsidR="00614451" w:rsidRPr="00962E09" w:rsidRDefault="00614451" w:rsidP="00A22BD6">
            <w:pPr>
              <w:autoSpaceDE w:val="0"/>
              <w:autoSpaceDN w:val="0"/>
              <w:adjustRightInd w:val="0"/>
              <w:ind w:right="83"/>
              <w:jc w:val="center"/>
              <w:rPr>
                <w:rFonts w:ascii="Times New Roman" w:eastAsia="Times New Roman" w:hAnsi="Times New Roman" w:cs="Times New Roman"/>
                <w:b/>
                <w:sz w:val="18"/>
                <w:szCs w:val="18"/>
                <w:lang w:eastAsia="it-IT"/>
              </w:rPr>
            </w:pPr>
            <w:r w:rsidRPr="00962E09">
              <w:rPr>
                <w:rFonts w:ascii="Times New Roman" w:eastAsia="Times New Roman" w:hAnsi="Times New Roman" w:cs="Times New Roman"/>
                <w:b/>
                <w:sz w:val="18"/>
                <w:szCs w:val="18"/>
                <w:lang w:eastAsia="it-IT"/>
              </w:rPr>
              <w:t>…………………………………………</w:t>
            </w:r>
          </w:p>
        </w:tc>
      </w:tr>
    </w:tbl>
    <w:p w14:paraId="5042BAC9" w14:textId="1B655FB3" w:rsidR="00A04C1B" w:rsidRPr="00962E09" w:rsidRDefault="00646EFA" w:rsidP="00431124">
      <w:pPr>
        <w:autoSpaceDE w:val="0"/>
        <w:autoSpaceDN w:val="0"/>
        <w:adjustRightInd w:val="0"/>
        <w:jc w:val="center"/>
        <w:rPr>
          <w:rFonts w:ascii="Garamond" w:hAnsi="Garamond" w:cs="Garamond"/>
          <w:sz w:val="23"/>
          <w:szCs w:val="23"/>
        </w:rPr>
      </w:pPr>
      <w:r w:rsidRPr="00962E09">
        <w:rPr>
          <w:rFonts w:ascii="Garamond" w:hAnsi="Garamond" w:cs="Garamond"/>
          <w:sz w:val="23"/>
          <w:szCs w:val="23"/>
        </w:rPr>
        <w:t xml:space="preserve">                                                                                       </w:t>
      </w:r>
      <w:bookmarkEnd w:id="1"/>
    </w:p>
    <w:sectPr w:rsidR="00A04C1B" w:rsidRPr="00962E0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A58B5" w14:textId="77777777" w:rsidR="007A65A4" w:rsidRDefault="007A65A4" w:rsidP="0058391E">
      <w:r>
        <w:separator/>
      </w:r>
    </w:p>
  </w:endnote>
  <w:endnote w:type="continuationSeparator" w:id="0">
    <w:p w14:paraId="28E8EACF" w14:textId="77777777" w:rsidR="007A65A4" w:rsidRDefault="007A65A4" w:rsidP="0058391E">
      <w:r>
        <w:continuationSeparator/>
      </w:r>
    </w:p>
  </w:endnote>
  <w:endnote w:id="1">
    <w:p w14:paraId="1161199E" w14:textId="77777777" w:rsidR="00614451" w:rsidRPr="003A2BB2" w:rsidRDefault="00614451" w:rsidP="00614451">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55208B27" w14:textId="77777777" w:rsidR="00614451" w:rsidRPr="003A2BB2" w:rsidRDefault="00614451" w:rsidP="0061445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C873F51" w14:textId="77777777" w:rsidR="00614451" w:rsidRDefault="00614451" w:rsidP="00614451">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4B94F2B2" w14:textId="77777777" w:rsidR="00614451" w:rsidRPr="00455A97" w:rsidRDefault="00614451" w:rsidP="0061445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30032" w14:textId="77777777" w:rsidR="007A65A4" w:rsidRDefault="007A65A4" w:rsidP="0058391E">
      <w:r>
        <w:separator/>
      </w:r>
    </w:p>
  </w:footnote>
  <w:footnote w:type="continuationSeparator" w:id="0">
    <w:p w14:paraId="44175AB6" w14:textId="77777777" w:rsidR="007A65A4" w:rsidRDefault="007A65A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74E23"/>
    <w:rsid w:val="00090F9D"/>
    <w:rsid w:val="000A0320"/>
    <w:rsid w:val="000A0819"/>
    <w:rsid w:val="000A290F"/>
    <w:rsid w:val="000B39AE"/>
    <w:rsid w:val="000B7139"/>
    <w:rsid w:val="00123E98"/>
    <w:rsid w:val="00172B21"/>
    <w:rsid w:val="0017466E"/>
    <w:rsid w:val="0018038A"/>
    <w:rsid w:val="00186FB2"/>
    <w:rsid w:val="00193A2E"/>
    <w:rsid w:val="00195E81"/>
    <w:rsid w:val="001A4316"/>
    <w:rsid w:val="001B3647"/>
    <w:rsid w:val="001B39F3"/>
    <w:rsid w:val="001C1537"/>
    <w:rsid w:val="001C56C0"/>
    <w:rsid w:val="00202C44"/>
    <w:rsid w:val="00230E4B"/>
    <w:rsid w:val="002312FF"/>
    <w:rsid w:val="002372CC"/>
    <w:rsid w:val="002377A8"/>
    <w:rsid w:val="00251D5C"/>
    <w:rsid w:val="00257988"/>
    <w:rsid w:val="00265C07"/>
    <w:rsid w:val="002663E2"/>
    <w:rsid w:val="002827A5"/>
    <w:rsid w:val="00286F0D"/>
    <w:rsid w:val="00291E0E"/>
    <w:rsid w:val="0029385F"/>
    <w:rsid w:val="00294DB6"/>
    <w:rsid w:val="002A3E9D"/>
    <w:rsid w:val="002A7167"/>
    <w:rsid w:val="003004D1"/>
    <w:rsid w:val="00304456"/>
    <w:rsid w:val="00307924"/>
    <w:rsid w:val="003166D3"/>
    <w:rsid w:val="0032795B"/>
    <w:rsid w:val="00335F8A"/>
    <w:rsid w:val="00352AA8"/>
    <w:rsid w:val="00364036"/>
    <w:rsid w:val="003659EF"/>
    <w:rsid w:val="00373AA9"/>
    <w:rsid w:val="003868C8"/>
    <w:rsid w:val="00391B5B"/>
    <w:rsid w:val="00391E59"/>
    <w:rsid w:val="00397E30"/>
    <w:rsid w:val="003A1822"/>
    <w:rsid w:val="003B4EBB"/>
    <w:rsid w:val="003C289D"/>
    <w:rsid w:val="003E4326"/>
    <w:rsid w:val="004100AF"/>
    <w:rsid w:val="00422544"/>
    <w:rsid w:val="0042332B"/>
    <w:rsid w:val="00430DC1"/>
    <w:rsid w:val="00431124"/>
    <w:rsid w:val="00437042"/>
    <w:rsid w:val="0044037D"/>
    <w:rsid w:val="00461AF9"/>
    <w:rsid w:val="00473E0C"/>
    <w:rsid w:val="00475505"/>
    <w:rsid w:val="0048159B"/>
    <w:rsid w:val="00482214"/>
    <w:rsid w:val="00486481"/>
    <w:rsid w:val="004D346C"/>
    <w:rsid w:val="005067BA"/>
    <w:rsid w:val="00506D20"/>
    <w:rsid w:val="00521AE1"/>
    <w:rsid w:val="005249D6"/>
    <w:rsid w:val="00535CC1"/>
    <w:rsid w:val="00536DD9"/>
    <w:rsid w:val="00540C55"/>
    <w:rsid w:val="00565CC5"/>
    <w:rsid w:val="0058391E"/>
    <w:rsid w:val="00597925"/>
    <w:rsid w:val="005A3732"/>
    <w:rsid w:val="005B1892"/>
    <w:rsid w:val="005B27D4"/>
    <w:rsid w:val="005B3B13"/>
    <w:rsid w:val="005C109F"/>
    <w:rsid w:val="005D23B0"/>
    <w:rsid w:val="005D68EF"/>
    <w:rsid w:val="005D7482"/>
    <w:rsid w:val="005F323A"/>
    <w:rsid w:val="00611D5D"/>
    <w:rsid w:val="00612D2E"/>
    <w:rsid w:val="00614451"/>
    <w:rsid w:val="00623692"/>
    <w:rsid w:val="00646EFA"/>
    <w:rsid w:val="006640FE"/>
    <w:rsid w:val="00672B1F"/>
    <w:rsid w:val="006830D3"/>
    <w:rsid w:val="00692046"/>
    <w:rsid w:val="006A37F9"/>
    <w:rsid w:val="006A70A5"/>
    <w:rsid w:val="006B1DE5"/>
    <w:rsid w:val="006E2A80"/>
    <w:rsid w:val="006F0DC0"/>
    <w:rsid w:val="00713CFB"/>
    <w:rsid w:val="0072403F"/>
    <w:rsid w:val="00741A3D"/>
    <w:rsid w:val="007431EF"/>
    <w:rsid w:val="00757F42"/>
    <w:rsid w:val="0077405B"/>
    <w:rsid w:val="00787DB4"/>
    <w:rsid w:val="0079405D"/>
    <w:rsid w:val="007A0117"/>
    <w:rsid w:val="007A65A4"/>
    <w:rsid w:val="007E12C8"/>
    <w:rsid w:val="007E2D5C"/>
    <w:rsid w:val="007F31D9"/>
    <w:rsid w:val="007F3AFA"/>
    <w:rsid w:val="008055E2"/>
    <w:rsid w:val="008111AE"/>
    <w:rsid w:val="00816B93"/>
    <w:rsid w:val="008208A0"/>
    <w:rsid w:val="0082232C"/>
    <w:rsid w:val="00823E90"/>
    <w:rsid w:val="008325B7"/>
    <w:rsid w:val="008730FB"/>
    <w:rsid w:val="008A505E"/>
    <w:rsid w:val="008A5C4A"/>
    <w:rsid w:val="008B7850"/>
    <w:rsid w:val="008D17AD"/>
    <w:rsid w:val="008E5E7C"/>
    <w:rsid w:val="008E6E02"/>
    <w:rsid w:val="008F3EAB"/>
    <w:rsid w:val="0091437E"/>
    <w:rsid w:val="00924CFD"/>
    <w:rsid w:val="00940E74"/>
    <w:rsid w:val="00951C49"/>
    <w:rsid w:val="00962E09"/>
    <w:rsid w:val="009D215B"/>
    <w:rsid w:val="009E3486"/>
    <w:rsid w:val="009E5516"/>
    <w:rsid w:val="009F02B0"/>
    <w:rsid w:val="009F373A"/>
    <w:rsid w:val="00A03D8D"/>
    <w:rsid w:val="00A04C1B"/>
    <w:rsid w:val="00A24CFB"/>
    <w:rsid w:val="00A4146D"/>
    <w:rsid w:val="00A42CD7"/>
    <w:rsid w:val="00A47E1C"/>
    <w:rsid w:val="00A5115C"/>
    <w:rsid w:val="00A57BF0"/>
    <w:rsid w:val="00A63D97"/>
    <w:rsid w:val="00A661C5"/>
    <w:rsid w:val="00AA40DB"/>
    <w:rsid w:val="00AA4380"/>
    <w:rsid w:val="00AA5DFB"/>
    <w:rsid w:val="00AA606A"/>
    <w:rsid w:val="00AA65F3"/>
    <w:rsid w:val="00AB0613"/>
    <w:rsid w:val="00AC66CD"/>
    <w:rsid w:val="00AE3C5A"/>
    <w:rsid w:val="00AF043C"/>
    <w:rsid w:val="00AF4B3D"/>
    <w:rsid w:val="00AF5D0E"/>
    <w:rsid w:val="00B132F4"/>
    <w:rsid w:val="00B24F85"/>
    <w:rsid w:val="00B25E0C"/>
    <w:rsid w:val="00B30045"/>
    <w:rsid w:val="00B37C00"/>
    <w:rsid w:val="00B507C1"/>
    <w:rsid w:val="00B919B2"/>
    <w:rsid w:val="00B93A2B"/>
    <w:rsid w:val="00B97B48"/>
    <w:rsid w:val="00BB1C13"/>
    <w:rsid w:val="00BB542C"/>
    <w:rsid w:val="00BC1E8B"/>
    <w:rsid w:val="00BD5361"/>
    <w:rsid w:val="00BE1DD7"/>
    <w:rsid w:val="00BF05ED"/>
    <w:rsid w:val="00C073F9"/>
    <w:rsid w:val="00C20D20"/>
    <w:rsid w:val="00C33F00"/>
    <w:rsid w:val="00C41DC5"/>
    <w:rsid w:val="00C7553A"/>
    <w:rsid w:val="00C845A3"/>
    <w:rsid w:val="00C95457"/>
    <w:rsid w:val="00CB1700"/>
    <w:rsid w:val="00CC26A0"/>
    <w:rsid w:val="00CF624E"/>
    <w:rsid w:val="00D10632"/>
    <w:rsid w:val="00D121DC"/>
    <w:rsid w:val="00D12837"/>
    <w:rsid w:val="00D204F2"/>
    <w:rsid w:val="00D41D47"/>
    <w:rsid w:val="00D70367"/>
    <w:rsid w:val="00D825B1"/>
    <w:rsid w:val="00D8272F"/>
    <w:rsid w:val="00D86B89"/>
    <w:rsid w:val="00D877C5"/>
    <w:rsid w:val="00DB0F83"/>
    <w:rsid w:val="00DC351F"/>
    <w:rsid w:val="00DF1F6B"/>
    <w:rsid w:val="00E0216F"/>
    <w:rsid w:val="00E0325C"/>
    <w:rsid w:val="00E31AF4"/>
    <w:rsid w:val="00E47163"/>
    <w:rsid w:val="00E5351E"/>
    <w:rsid w:val="00E614D0"/>
    <w:rsid w:val="00E64631"/>
    <w:rsid w:val="00E751A7"/>
    <w:rsid w:val="00E83769"/>
    <w:rsid w:val="00E85A2D"/>
    <w:rsid w:val="00EA2751"/>
    <w:rsid w:val="00ED1C95"/>
    <w:rsid w:val="00EF0DCF"/>
    <w:rsid w:val="00F03B99"/>
    <w:rsid w:val="00F050AB"/>
    <w:rsid w:val="00F22AB4"/>
    <w:rsid w:val="00F261AC"/>
    <w:rsid w:val="00F2652F"/>
    <w:rsid w:val="00F420BC"/>
    <w:rsid w:val="00F5367E"/>
    <w:rsid w:val="00F769EF"/>
    <w:rsid w:val="00F92D5F"/>
    <w:rsid w:val="00FA4E54"/>
    <w:rsid w:val="00FD13E5"/>
    <w:rsid w:val="00FD1FE2"/>
    <w:rsid w:val="00FD45F8"/>
    <w:rsid w:val="00FE0C33"/>
    <w:rsid w:val="00FE4029"/>
    <w:rsid w:val="00FF00E2"/>
    <w:rsid w:val="00FF150B"/>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474185">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02710150">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0</TotalTime>
  <Pages>4</Pages>
  <Words>1715</Words>
  <Characters>9780</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cp:revision>
  <cp:lastPrinted>2016-03-01T16:13:00Z</cp:lastPrinted>
  <dcterms:created xsi:type="dcterms:W3CDTF">2023-11-03T13:45:00Z</dcterms:created>
  <dcterms:modified xsi:type="dcterms:W3CDTF">2023-11-03T13:45:00Z</dcterms:modified>
</cp:coreProperties>
</file>